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C51D1" w14:textId="77777777" w:rsidR="009A7BF4" w:rsidRDefault="009A7BF4" w:rsidP="008629E7">
      <w:pPr>
        <w:ind w:left="5041" w:hanging="5041"/>
      </w:pPr>
    </w:p>
    <w:p w14:paraId="1C4DDB2E" w14:textId="46525B40" w:rsidR="006E51F4" w:rsidRPr="000164AA" w:rsidRDefault="009A7BF4" w:rsidP="008629E7">
      <w:pPr>
        <w:ind w:left="5041" w:hanging="5041"/>
      </w:pPr>
      <w:sdt>
        <w:sdtPr>
          <w:alias w:val="Adressaadi asutuse nimi"/>
          <w:id w:val="739845267"/>
          <w:placeholder>
            <w:docPart w:val="7E1F26B211174148B57D444B2B88B0F6"/>
          </w:placeholder>
          <w:dataBinding w:prefixMappings="xmlns:ns0='http://schemas.microsoft.com/office/2006/metadata/properties' xmlns:ns1='http://www.w3.org/2001/XMLSchema-instance' xmlns:ns2='http://schemas.microsoft.com/sharepoint/v3' " w:xpath="/ns0:properties[1]/documentManagement[1]/ns2:AddresseeCompanyName[1]" w:storeItemID="{6674CE82-63B7-4326-A109-B8CFDF89693A}"/>
          <w:text/>
        </w:sdtPr>
        <w:sdtEndPr/>
        <w:sdtContent>
          <w:r w:rsidR="00C11DF5">
            <w:t>Politsei- ja Piirivalveamet</w:t>
          </w:r>
        </w:sdtContent>
      </w:sdt>
      <w:r w:rsidR="008629E7" w:rsidRPr="000164AA">
        <w:tab/>
      </w:r>
      <w:r w:rsidR="006E51F4" w:rsidRPr="000164AA">
        <w:t xml:space="preserve">Teie: </w:t>
      </w:r>
    </w:p>
    <w:sdt>
      <w:sdtPr>
        <w:alias w:val="Adressaadi aadress"/>
        <w:id w:val="739845269"/>
        <w:placeholder>
          <w:docPart w:val="F1CF3E4A963F45AC9025526447FC0EF3"/>
        </w:placeholder>
        <w:dataBinding w:prefixMappings="xmlns:ns0='http://schemas.microsoft.com/office/2006/metadata/properties' xmlns:ns1='http://www.w3.org/2001/XMLSchema-instance' xmlns:ns2='http://schemas.microsoft.com/sharepoint/v3' " w:xpath="/ns0:properties[1]/documentManagement[1]/ns2:AddresseeAddress[1]" w:storeItemID="{6674CE82-63B7-4326-A109-B8CFDF89693A}"/>
        <w:text/>
      </w:sdtPr>
      <w:sdtEndPr/>
      <w:sdtContent>
        <w:p w14:paraId="71DE4647" w14:textId="77777777" w:rsidR="006E51F4" w:rsidRPr="000164AA" w:rsidRDefault="00C11DF5" w:rsidP="00582AAF">
          <w:r>
            <w:t>Pärnu mnt 139</w:t>
          </w:r>
        </w:p>
      </w:sdtContent>
    </w:sdt>
    <w:p w14:paraId="773B1870" w14:textId="2535A56A" w:rsidR="00304577" w:rsidRPr="000164AA" w:rsidRDefault="009A7BF4" w:rsidP="006E51F4">
      <w:pPr>
        <w:ind w:left="5040" w:hanging="5040"/>
      </w:pPr>
      <w:sdt>
        <w:sdtPr>
          <w:alias w:val="Adressaadi indeks"/>
          <w:id w:val="739845271"/>
          <w:placeholder>
            <w:docPart w:val="C06F0A74DA7544B7ACB14177A989477E"/>
          </w:placeholder>
          <w:dataBinding w:prefixMappings="xmlns:ns0='http://schemas.microsoft.com/office/2006/metadata/properties' xmlns:ns1='http://www.w3.org/2001/XMLSchema-instance' xmlns:ns2='http://schemas.microsoft.com/sharepoint/v3' " w:xpath="/ns0:properties[1]/documentManagement[1]/ns2:AddresseeCode[1]" w:storeItemID="{6674CE82-63B7-4326-A109-B8CFDF89693A}"/>
          <w:text/>
        </w:sdtPr>
        <w:sdtEndPr/>
        <w:sdtContent>
          <w:r w:rsidR="00C11DF5">
            <w:t>15060</w:t>
          </w:r>
        </w:sdtContent>
      </w:sdt>
      <w:r w:rsidR="006E51F4" w:rsidRPr="000164AA">
        <w:t xml:space="preserve"> </w:t>
      </w:r>
      <w:sdt>
        <w:sdtPr>
          <w:alias w:val="Adressaadi linn"/>
          <w:id w:val="739845273"/>
          <w:placeholder>
            <w:docPart w:val="22F884EA7A2F4B3EBF72FB3895D9AFD6"/>
          </w:placeholder>
          <w:dataBinding w:prefixMappings="xmlns:ns0='http://schemas.microsoft.com/office/2006/metadata/properties' xmlns:ns1='http://www.w3.org/2001/XMLSchema-instance' xmlns:ns2='http://schemas.microsoft.com/sharepoint/v3' " w:xpath="/ns0:properties[1]/documentManagement[1]/ns2:AddresseeFax[1]" w:storeItemID="{6674CE82-63B7-4326-A109-B8CFDF89693A}"/>
          <w:text/>
        </w:sdtPr>
        <w:sdtEndPr/>
        <w:sdtContent>
          <w:r w:rsidR="00C11DF5">
            <w:t>TALLINN</w:t>
          </w:r>
        </w:sdtContent>
      </w:sdt>
      <w:r w:rsidR="00043D55" w:rsidRPr="000164AA">
        <w:tab/>
      </w:r>
      <w:r w:rsidR="006E51F4" w:rsidRPr="000164AA">
        <w:t xml:space="preserve">Meie: </w:t>
      </w:r>
      <w:sdt>
        <w:sdtPr>
          <w:alias w:val="Registreerimise kuupäev"/>
          <w:id w:val="739845277"/>
          <w:placeholder>
            <w:docPart w:val="805D53425954480B9CE86FFC0AB6D68D"/>
          </w:placeholder>
          <w:dataBinding w:prefixMappings="xmlns:ns0='http://schemas.microsoft.com/office/2006/metadata/properties' xmlns:ns1='http://www.w3.org/2001/XMLSchema-instance' xmlns:ns2='http://schemas.microsoft.com/sharepoint/v3' " w:xpath="/ns0:properties[1]/documentManagement[1]/ns2:RegistrationDate[1]" w:storeItemID="{6674CE82-63B7-4326-A109-B8CFDF89693A}"/>
          <w:date w:fullDate="2016-06-01T14:42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>
            <w:t>1.06.2016</w:t>
          </w:r>
        </w:sdtContent>
      </w:sdt>
      <w:r w:rsidR="006E51F4" w:rsidRPr="000164AA">
        <w:t xml:space="preserve"> nr</w:t>
      </w:r>
      <w:r w:rsidR="00304577" w:rsidRPr="000164AA">
        <w:t xml:space="preserve"> </w:t>
      </w:r>
      <w:sdt>
        <w:sdtPr>
          <w:alias w:val="Dokumendi identifikaator"/>
          <w:id w:val="739845281"/>
          <w:placeholder>
            <w:docPart w:val="EF913266711E45DC94811FBD4435FA8C"/>
          </w:placeholder>
          <w:dataBinding w:prefixMappings="xmlns:ns0='http://schemas.microsoft.com/office/2006/metadata/properties' xmlns:ns1='http://www.w3.org/2001/XMLSchema-instance' xmlns:ns2='http://schemas.microsoft.com/sharepoint/v3' " w:xpath="/ns0:properties[1]/documentManagement[1]/ns2:DocumentID[1]" w:storeItemID="{6674CE82-63B7-4326-A109-B8CFDF89693A}"/>
          <w:text/>
        </w:sdtPr>
        <w:sdtEndPr/>
        <w:sdtContent>
          <w:r>
            <w:t>296</w:t>
          </w:r>
        </w:sdtContent>
      </w:sdt>
    </w:p>
    <w:p w14:paraId="31256A43" w14:textId="77777777" w:rsidR="006E51F4" w:rsidRPr="000164AA" w:rsidRDefault="009A7BF4" w:rsidP="006E51F4">
      <w:pPr>
        <w:ind w:left="5040" w:hanging="5040"/>
      </w:pPr>
      <w:sdt>
        <w:sdtPr>
          <w:alias w:val="Adressaadi e-post/isik"/>
          <w:id w:val="739845283"/>
          <w:placeholder>
            <w:docPart w:val="B56975FF2D47490C89D370AD2673641B"/>
          </w:placeholder>
          <w:dataBinding w:prefixMappings="xmlns:ns0='http://schemas.microsoft.com/office/2006/metadata/properties' xmlns:ns1='http://www.w3.org/2001/XMLSchema-instance' xmlns:ns2='http://schemas.microsoft.com/sharepoint/v3' " w:xpath="/ns0:properties[1]/documentManagement[1]/ns2:Adressaadiepostisik[1]" w:storeItemID="{6674CE82-63B7-4326-A109-B8CFDF89693A}"/>
          <w:text/>
        </w:sdtPr>
        <w:sdtEndPr/>
        <w:sdtContent>
          <w:r w:rsidR="00C11DF5">
            <w:t>ppa@politsei.ee</w:t>
          </w:r>
        </w:sdtContent>
      </w:sdt>
      <w:r w:rsidR="00043D55" w:rsidRPr="000164AA">
        <w:tab/>
      </w:r>
    </w:p>
    <w:p w14:paraId="1617A39C" w14:textId="77777777" w:rsidR="009A7BF4" w:rsidRDefault="009A7BF4" w:rsidP="00C927F6"/>
    <w:p w14:paraId="237D08C8" w14:textId="77777777" w:rsidR="006E51F4" w:rsidRPr="000164AA" w:rsidRDefault="00C11DF5" w:rsidP="00C927F6">
      <w:r>
        <w:t xml:space="preserve">Koopia: </w:t>
      </w:r>
      <w:r>
        <w:tab/>
        <w:t xml:space="preserve">Siseministeerium,  </w:t>
      </w:r>
      <w:hyperlink r:id="rId11" w:history="1">
        <w:r w:rsidRPr="00434BA5">
          <w:rPr>
            <w:rStyle w:val="Hperlink"/>
          </w:rPr>
          <w:t>info@siseministeerium.ee</w:t>
        </w:r>
      </w:hyperlink>
    </w:p>
    <w:p w14:paraId="0EC6ACB6" w14:textId="77777777" w:rsidR="006E51F4" w:rsidRPr="000164AA" w:rsidRDefault="006E51F4" w:rsidP="00C927F6"/>
    <w:p w14:paraId="76DC839A" w14:textId="77777777" w:rsidR="00994800" w:rsidRDefault="00994800" w:rsidP="00C927F6"/>
    <w:p w14:paraId="04B1A1B6" w14:textId="77777777" w:rsidR="00C11DF5" w:rsidRPr="000164AA" w:rsidRDefault="00C11DF5" w:rsidP="00C927F6"/>
    <w:sdt>
      <w:sdtPr>
        <w:alias w:val="Tiitel"/>
        <w:tag w:val=""/>
        <w:id w:val="-1653977011"/>
        <w:placeholder>
          <w:docPart w:val="647760FB60AD4AA09285BE18D866865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2D9572D9" w14:textId="528FE7A0" w:rsidR="006E51F4" w:rsidRPr="000164AA" w:rsidRDefault="00C11DF5" w:rsidP="00C927F6">
          <w:r>
            <w:t>Üüritingimuste muutmine</w:t>
          </w:r>
        </w:p>
      </w:sdtContent>
    </w:sdt>
    <w:p w14:paraId="5963BD5B" w14:textId="77777777" w:rsidR="006E51F4" w:rsidRPr="000164AA" w:rsidRDefault="006E51F4" w:rsidP="00C927F6"/>
    <w:p w14:paraId="626433AF" w14:textId="77777777" w:rsidR="00C11DF5" w:rsidRDefault="00C11DF5" w:rsidP="00C11DF5">
      <w:pPr>
        <w:spacing w:line="276" w:lineRule="auto"/>
        <w:jc w:val="both"/>
        <w:rPr>
          <w:color w:val="000000"/>
          <w:lang w:eastAsia="et-EE"/>
        </w:rPr>
      </w:pPr>
      <w:r>
        <w:rPr>
          <w:color w:val="000000"/>
          <w:lang w:eastAsia="et-EE"/>
        </w:rPr>
        <w:t xml:space="preserve">Tuginedes meievaheliste üürilepingute eri- ja põhitingimustele, kohustub RKAS teatama </w:t>
      </w:r>
      <w:r>
        <w:rPr>
          <w:color w:val="000000"/>
          <w:sz w:val="22"/>
          <w:szCs w:val="22"/>
          <w:lang w:eastAsia="et-EE"/>
        </w:rPr>
        <w:t>Kuressaare, Transvaali 58 ja Jõgeva, Suur 1</w:t>
      </w:r>
      <w:r>
        <w:rPr>
          <w:color w:val="000000"/>
          <w:lang w:eastAsia="et-EE"/>
        </w:rPr>
        <w:t xml:space="preserve"> üürisummad 1. juuniks üürisumma muutmisele eelneval aastal. Üürileandja võib üüri muuta </w:t>
      </w:r>
      <w:r w:rsidRPr="00D61155">
        <w:rPr>
          <w:bCs/>
        </w:rPr>
        <w:t>indekseerimise tulemusel üks kord aastas kuni 3%</w:t>
      </w:r>
      <w:r>
        <w:rPr>
          <w:bCs/>
        </w:rPr>
        <w:t xml:space="preserve">. </w:t>
      </w:r>
      <w:r w:rsidRPr="00D61155">
        <w:rPr>
          <w:bCs/>
        </w:rPr>
        <w:t xml:space="preserve">Üüri indekseerimisel kasutatavaks indeksiks on Eesti tarbijahinna </w:t>
      </w:r>
      <w:r>
        <w:rPr>
          <w:bCs/>
        </w:rPr>
        <w:t>koond</w:t>
      </w:r>
      <w:r w:rsidRPr="00D61155">
        <w:rPr>
          <w:bCs/>
        </w:rPr>
        <w:t>indeksi (THI)</w:t>
      </w:r>
      <w:r>
        <w:rPr>
          <w:bCs/>
        </w:rPr>
        <w:t xml:space="preserve"> muutus </w:t>
      </w:r>
      <w:r w:rsidRPr="00D61155">
        <w:rPr>
          <w:bCs/>
        </w:rPr>
        <w:t xml:space="preserve">30. aprilli seisuga lõppeval aastasel perioodil ja koefitsiendi </w:t>
      </w:r>
      <w:r>
        <w:rPr>
          <w:bCs/>
        </w:rPr>
        <w:t xml:space="preserve">0,5 </w:t>
      </w:r>
      <w:r w:rsidRPr="00D61155">
        <w:rPr>
          <w:bCs/>
        </w:rPr>
        <w:t>korrutis.</w:t>
      </w:r>
      <w:r>
        <w:rPr>
          <w:bCs/>
        </w:rPr>
        <w:t xml:space="preserve"> </w:t>
      </w:r>
      <w:r>
        <w:rPr>
          <w:color w:val="000000"/>
          <w:lang w:eastAsia="et-EE"/>
        </w:rPr>
        <w:t xml:space="preserve">THI aastane muutus seisuga 30.04.2016 oli -0,7%. </w:t>
      </w:r>
    </w:p>
    <w:p w14:paraId="391FA26E" w14:textId="77777777" w:rsidR="00C11DF5" w:rsidRDefault="00C11DF5" w:rsidP="00C11DF5">
      <w:pPr>
        <w:spacing w:line="276" w:lineRule="auto"/>
        <w:jc w:val="both"/>
        <w:rPr>
          <w:color w:val="000000"/>
          <w:lang w:eastAsia="et-EE"/>
        </w:rPr>
      </w:pPr>
    </w:p>
    <w:p w14:paraId="0DA73858" w14:textId="77777777" w:rsidR="00C11DF5" w:rsidRPr="002F2CFC" w:rsidRDefault="00C11DF5" w:rsidP="00C11DF5">
      <w:pPr>
        <w:spacing w:line="276" w:lineRule="auto"/>
        <w:jc w:val="both"/>
        <w:rPr>
          <w:bCs/>
        </w:rPr>
      </w:pPr>
      <w:r>
        <w:rPr>
          <w:color w:val="000000"/>
          <w:lang w:eastAsia="et-EE"/>
        </w:rPr>
        <w:t xml:space="preserve">Kuna hoone omanik pole kasutanud lepingust tulenevat õigust üüri indekseerida, anname käesolevaga teada, et ka meie vahel sõlmitud lepingutes üür alates 01.01.2017 võrreldes 2016. aastaga ei muutu. Küll aga muutub </w:t>
      </w:r>
      <w:proofErr w:type="spellStart"/>
      <w:r>
        <w:rPr>
          <w:color w:val="000000"/>
          <w:lang w:eastAsia="et-EE"/>
        </w:rPr>
        <w:t>kõrvalteenuste</w:t>
      </w:r>
      <w:proofErr w:type="spellEnd"/>
      <w:r>
        <w:rPr>
          <w:color w:val="000000"/>
          <w:lang w:eastAsia="et-EE"/>
        </w:rPr>
        <w:t xml:space="preserve"> tasu, mille </w:t>
      </w:r>
      <w:r>
        <w:rPr>
          <w:bCs/>
        </w:rPr>
        <w:t>muutmisel on aluseks</w:t>
      </w:r>
      <w:r w:rsidRPr="005C0B33">
        <w:rPr>
          <w:bCs/>
        </w:rPr>
        <w:t xml:space="preserve"> eelneva kalendriaasta üüripinna kulud ning järgneva kalendriaasta prognoositavate kulude suurus</w:t>
      </w:r>
      <w:r>
        <w:rPr>
          <w:bCs/>
        </w:rPr>
        <w:t>.</w:t>
      </w:r>
    </w:p>
    <w:p w14:paraId="63294E66" w14:textId="77777777" w:rsidR="00C11DF5" w:rsidRDefault="00C11DF5" w:rsidP="00C11DF5">
      <w:pPr>
        <w:spacing w:line="276" w:lineRule="auto"/>
        <w:jc w:val="both"/>
        <w:rPr>
          <w:color w:val="000000"/>
          <w:lang w:eastAsia="et-EE"/>
        </w:rPr>
      </w:pPr>
    </w:p>
    <w:p w14:paraId="42B1955E" w14:textId="77777777" w:rsidR="006E51F4" w:rsidRDefault="00C11DF5" w:rsidP="00C11DF5">
      <w:pPr>
        <w:pStyle w:val="Normaallaad1"/>
        <w:spacing w:line="276" w:lineRule="auto"/>
        <w:jc w:val="both"/>
        <w:rPr>
          <w:color w:val="000000"/>
          <w:lang w:eastAsia="et-EE"/>
        </w:rPr>
      </w:pPr>
      <w:r>
        <w:rPr>
          <w:color w:val="000000"/>
          <w:lang w:eastAsia="et-EE"/>
        </w:rPr>
        <w:t xml:space="preserve">Poolte vahel sõlmitud üürilepingutes kehtib põhimõte, mille alusel võib üürnik </w:t>
      </w:r>
      <w:r w:rsidRPr="00D058A1">
        <w:rPr>
          <w:color w:val="000000"/>
          <w:lang w:eastAsia="et-EE"/>
        </w:rPr>
        <w:t>esitada üüri muutmise teatele põhjendatud vastuväite 60 päeva jooksul teate kättesaamisest arvates</w:t>
      </w:r>
      <w:r>
        <w:rPr>
          <w:color w:val="000000"/>
          <w:lang w:eastAsia="et-EE"/>
        </w:rPr>
        <w:t xml:space="preserve">. </w:t>
      </w:r>
      <w:r w:rsidRPr="00D058A1">
        <w:rPr>
          <w:color w:val="000000"/>
          <w:lang w:eastAsia="et-EE"/>
        </w:rPr>
        <w:t>Kui üürnik vastuväidet ei esita, muutub üür teatise alusel ning üürilepingu muutmise kokkulepet eraldi ei sõlmita.</w:t>
      </w:r>
      <w:r>
        <w:rPr>
          <w:color w:val="000000"/>
          <w:lang w:eastAsia="et-EE"/>
        </w:rPr>
        <w:t xml:space="preserve"> Eeltoodust lähtuvalt loeme üüritingimuste muutmise Teie poolt aktsepteerituks ja üürisumma muudetuks, kui vastuväidet ei ole laekunud hiljemalt 01.08.2016.</w:t>
      </w:r>
    </w:p>
    <w:p w14:paraId="31BC09B8" w14:textId="77777777" w:rsidR="00C11DF5" w:rsidRDefault="00C11DF5" w:rsidP="00C11DF5">
      <w:pPr>
        <w:pStyle w:val="Normaallaad1"/>
        <w:spacing w:line="276" w:lineRule="auto"/>
        <w:jc w:val="both"/>
        <w:rPr>
          <w:color w:val="000000"/>
          <w:lang w:eastAsia="et-EE"/>
        </w:rPr>
      </w:pPr>
    </w:p>
    <w:p w14:paraId="38E25D75" w14:textId="77777777" w:rsidR="006E51F4" w:rsidRDefault="006E51F4" w:rsidP="00C927F6">
      <w:r w:rsidRPr="00043D55">
        <w:t>Lugupidamisega</w:t>
      </w:r>
    </w:p>
    <w:p w14:paraId="5F28214D" w14:textId="77777777" w:rsidR="00C11DF5" w:rsidRPr="00043D55" w:rsidRDefault="00C11DF5" w:rsidP="00C927F6"/>
    <w:p w14:paraId="0A2B1F9F" w14:textId="77777777" w:rsidR="001A1F34" w:rsidRPr="00BC1D73" w:rsidRDefault="001A1F34" w:rsidP="001A1F34">
      <w:pPr>
        <w:rPr>
          <w:i/>
        </w:rPr>
      </w:pPr>
      <w:r w:rsidRPr="00BC1D73">
        <w:rPr>
          <w:i/>
        </w:rPr>
        <w:t>Allkirjastatud digitaalselt</w:t>
      </w:r>
    </w:p>
    <w:p w14:paraId="585F5E18" w14:textId="77777777" w:rsidR="006E51F4" w:rsidRPr="000164AA" w:rsidRDefault="006E51F4" w:rsidP="00C927F6"/>
    <w:sdt>
      <w:sdtPr>
        <w:alias w:val="Allkirjastaja"/>
        <w:id w:val="739845295"/>
        <w:lock w:val="contentLocked"/>
        <w:placeholder>
          <w:docPart w:val="40F6E7ACF0A546C7980329C05E1F7C7D"/>
        </w:placeholder>
        <w:dataBinding w:prefixMappings="xmlns:ns0='http://schemas.microsoft.com/office/2006/metadata/properties' xmlns:ns1='http://www.w3.org/2001/XMLSchema-instance' xmlns:ns2='http://schemas.microsoft.com/sharepoint/v3' " w:xpath="/ns0:properties[1]/documentManagement[1]/ns2:Signer[1]/ns2:UserInfo[1]/ns2:DisplayName[1]" w:storeItemID="{6674CE82-63B7-4326-A109-B8CFDF89693A}"/>
        <w:text/>
      </w:sdtPr>
      <w:sdtEndPr/>
      <w:sdtContent>
        <w:p w14:paraId="5DA9B002" w14:textId="77777777" w:rsidR="006E51F4" w:rsidRPr="000164AA" w:rsidRDefault="00C11DF5" w:rsidP="00C927F6">
          <w:pPr>
            <w:ind w:left="-142" w:firstLine="142"/>
          </w:pPr>
          <w:r>
            <w:t>Margit Dengo</w:t>
          </w:r>
        </w:p>
      </w:sdtContent>
    </w:sdt>
    <w:sdt>
      <w:sdtPr>
        <w:alias w:val="Allkirjastaja ametinimetus"/>
        <w:id w:val="739845298"/>
        <w:placeholder>
          <w:docPart w:val="26BEB7C92E1640118D9E19F055053CF7"/>
        </w:placeholder>
        <w:dataBinding w:prefixMappings="xmlns:ns0='http://schemas.microsoft.com/office/2006/metadata/properties' xmlns:ns1='http://www.w3.org/2001/XMLSchema-instance' xmlns:ns2='http://schemas.microsoft.com/sharepoint/v3' " w:xpath="/ns0:properties[1]/documentManagement[1]/ns2:Allkirjastajaametinimetus[1]" w:storeItemID="{6674CE82-63B7-4326-A109-B8CFDF89693A}"/>
        <w:text/>
      </w:sdtPr>
      <w:sdtEndPr/>
      <w:sdtContent>
        <w:p w14:paraId="51D22F24" w14:textId="77777777" w:rsidR="006E51F4" w:rsidRPr="000164AA" w:rsidRDefault="00C11DF5" w:rsidP="00C927F6">
          <w:r>
            <w:t>Haldusosakonna juhataja</w:t>
          </w:r>
        </w:p>
      </w:sdtContent>
    </w:sdt>
    <w:p w14:paraId="07675FEF" w14:textId="77777777" w:rsidR="006C1855" w:rsidRPr="000164AA" w:rsidRDefault="006C1855" w:rsidP="00C927F6"/>
    <w:p w14:paraId="3032B6F1" w14:textId="77777777" w:rsidR="006E51F4" w:rsidRDefault="00994800" w:rsidP="00C927F6">
      <w:r w:rsidRPr="00043D55">
        <w:t>Lisad:</w:t>
      </w:r>
    </w:p>
    <w:p w14:paraId="24A1031C" w14:textId="77777777" w:rsidR="00C11DF5" w:rsidRDefault="00C11DF5" w:rsidP="00C11DF5">
      <w:pPr>
        <w:pStyle w:val="Loendilik"/>
        <w:numPr>
          <w:ilvl w:val="0"/>
          <w:numId w:val="1"/>
        </w:numPr>
      </w:pPr>
      <w:r>
        <w:t>Transvaali 58 PPA üüriarvestus</w:t>
      </w:r>
    </w:p>
    <w:p w14:paraId="50010E8E" w14:textId="77777777" w:rsidR="00C11DF5" w:rsidRDefault="00C11DF5" w:rsidP="00C11DF5">
      <w:pPr>
        <w:pStyle w:val="Loendilik"/>
        <w:numPr>
          <w:ilvl w:val="0"/>
          <w:numId w:val="1"/>
        </w:numPr>
      </w:pPr>
      <w:r>
        <w:t xml:space="preserve">Suur 1 PPA üüriarvestus </w:t>
      </w:r>
    </w:p>
    <w:p w14:paraId="3BCFF972" w14:textId="77777777" w:rsidR="00994800" w:rsidRPr="000164AA" w:rsidRDefault="00994800" w:rsidP="00C927F6">
      <w:bookmarkStart w:id="0" w:name="_GoBack"/>
      <w:bookmarkEnd w:id="0"/>
    </w:p>
    <w:sdt>
      <w:sdtPr>
        <w:alias w:val="Koostaja"/>
        <w:id w:val="739845300"/>
        <w:lock w:val="contentLocked"/>
        <w:placeholder>
          <w:docPart w:val="2CEC55C051E449C2B9CF3988AECAAFA1"/>
        </w:placeholder>
        <w:dataBinding w:prefixMappings="xmlns:ns0='http://schemas.microsoft.com/office/2006/metadata/properties' xmlns:ns1='http://www.w3.org/2001/XMLSchema-instance' xmlns:ns2='http://schemas.microsoft.com/sharepoint/v3' " w:xpath="/ns0:properties[1]/documentManagement[1]/ns2:Creator[1]/ns2:UserInfo[1]/ns2:DisplayName[1]" w:storeItemID="{6674CE82-63B7-4326-A109-B8CFDF89693A}"/>
        <w:text/>
      </w:sdtPr>
      <w:sdtEndPr/>
      <w:sdtContent>
        <w:p w14:paraId="34A17184" w14:textId="77777777" w:rsidR="006E51F4" w:rsidRPr="000164AA" w:rsidRDefault="00C11DF5" w:rsidP="006E51F4">
          <w:r>
            <w:t>Kristel Kesküla</w:t>
          </w:r>
        </w:p>
      </w:sdtContent>
    </w:sdt>
    <w:p w14:paraId="308CAC65" w14:textId="77777777" w:rsidR="00E2607F" w:rsidRPr="00BC1D73" w:rsidRDefault="006E51F4" w:rsidP="006E51F4">
      <w:r w:rsidRPr="000164AA">
        <w:t>Tel</w:t>
      </w:r>
      <w:r w:rsidRPr="00BC1D73">
        <w:t xml:space="preserve"> </w:t>
      </w:r>
      <w:sdt>
        <w:sdtPr>
          <w:alias w:val="Koostaja telefon"/>
          <w:id w:val="739845302"/>
          <w:placeholder>
            <w:docPart w:val="3E4F6B74533F46B5B4BF8C87B401973F"/>
          </w:placeholder>
          <w:dataBinding w:prefixMappings="xmlns:ns0='http://schemas.microsoft.com/office/2006/metadata/properties' xmlns:ns1='http://www.w3.org/2001/XMLSchema-instance' xmlns:ns2='http://schemas.microsoft.com/sharepoint/v3' " w:xpath="/ns0:properties[1]/documentManagement[1]/ns2:CreatorPhone[1]" w:storeItemID="{6674CE82-63B7-4326-A109-B8CFDF89693A}"/>
          <w:text/>
        </w:sdtPr>
        <w:sdtEndPr/>
        <w:sdtContent>
          <w:r w:rsidR="00C11DF5">
            <w:t>606 3481</w:t>
          </w:r>
        </w:sdtContent>
      </w:sdt>
    </w:p>
    <w:sectPr w:rsidR="00E2607F" w:rsidRPr="00BC1D73" w:rsidSect="00CE2D5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18" w:right="851" w:bottom="964" w:left="1701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79316" w14:textId="77777777" w:rsidR="00C11DF5" w:rsidRDefault="00C11DF5">
      <w:r>
        <w:separator/>
      </w:r>
    </w:p>
  </w:endnote>
  <w:endnote w:type="continuationSeparator" w:id="0">
    <w:p w14:paraId="672B3792" w14:textId="77777777" w:rsidR="00C11DF5" w:rsidRDefault="00C11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Gentium Book Basic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D323F" w14:textId="77777777" w:rsidR="004B5621" w:rsidRDefault="004B5621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1420310"/>
      <w:docPartObj>
        <w:docPartGallery w:val="Page Numbers (Bottom of Page)"/>
        <w:docPartUnique/>
      </w:docPartObj>
    </w:sdtPr>
    <w:sdtEndPr/>
    <w:sdtContent>
      <w:sdt>
        <w:sdtPr>
          <w:id w:val="371033747"/>
          <w:docPartObj>
            <w:docPartGallery w:val="Page Numbers (Top of Page)"/>
            <w:docPartUnique/>
          </w:docPartObj>
        </w:sdtPr>
        <w:sdtEndPr/>
        <w:sdtContent>
          <w:p w14:paraId="681DF024" w14:textId="77777777" w:rsidR="00AA4576" w:rsidRDefault="00AA4576">
            <w:pPr>
              <w:pStyle w:val="Jalus"/>
              <w:jc w:val="right"/>
            </w:pPr>
            <w:r w:rsidRPr="00E2607F">
              <w:t xml:space="preserve">Lk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9A7BF4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2607F">
              <w:t xml:space="preserve"> /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9A7BF4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F927BA7" w14:textId="77777777" w:rsidR="00AA4576" w:rsidRPr="004F6039" w:rsidRDefault="00AA4576" w:rsidP="004F6039">
    <w:pPr>
      <w:pStyle w:val="Jalus"/>
      <w:rPr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3A6AA" w14:textId="77777777" w:rsidR="00AA4576" w:rsidRDefault="00AA4576" w:rsidP="00354B6D">
    <w:pPr>
      <w:ind w:left="-142"/>
    </w:pPr>
    <w:r>
      <w:rPr>
        <w:noProof/>
        <w:color w:val="00416A"/>
        <w:sz w:val="20"/>
        <w:szCs w:val="20"/>
        <w:lang w:eastAsia="et-E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15099AE" wp14:editId="6C248FAF">
              <wp:simplePos x="0" y="0"/>
              <wp:positionH relativeFrom="column">
                <wp:posOffset>-165735</wp:posOffset>
              </wp:positionH>
              <wp:positionV relativeFrom="paragraph">
                <wp:posOffset>105410</wp:posOffset>
              </wp:positionV>
              <wp:extent cx="6324600" cy="635"/>
              <wp:effectExtent l="5715" t="10160" r="13335" b="825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46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416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7ABE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13.05pt;margin-top:8.3pt;width:498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" strokecolor="#00416a"/>
          </w:pict>
        </mc:Fallback>
      </mc:AlternateContent>
    </w:r>
  </w:p>
  <w:tbl>
    <w:tblPr>
      <w:tblStyle w:val="Kontuurtabel"/>
      <w:tblW w:w="10112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91"/>
      <w:gridCol w:w="2834"/>
      <w:gridCol w:w="2236"/>
      <w:gridCol w:w="3251"/>
    </w:tblGrid>
    <w:tr w:rsidR="00AA4576" w14:paraId="2CD8CA06" w14:textId="77777777" w:rsidTr="00354B6D">
      <w:trPr>
        <w:trHeight w:val="1335"/>
      </w:trPr>
      <w:tc>
        <w:tcPr>
          <w:tcW w:w="1809" w:type="dxa"/>
        </w:tcPr>
        <w:p w14:paraId="1B1D6774" w14:textId="77777777" w:rsidR="00AA4576" w:rsidRPr="00C75150" w:rsidRDefault="00AA4576" w:rsidP="00AA4576">
          <w:pPr>
            <w:pStyle w:val="Jalus"/>
            <w:rPr>
              <w:color w:val="00416A"/>
              <w:sz w:val="20"/>
              <w:szCs w:val="20"/>
            </w:rPr>
          </w:pPr>
          <w:r>
            <w:rPr>
              <w:color w:val="00416A"/>
              <w:sz w:val="20"/>
              <w:szCs w:val="20"/>
            </w:rPr>
            <w:t>Lelle 24</w:t>
          </w:r>
        </w:p>
        <w:p w14:paraId="5216A09C" w14:textId="77777777" w:rsidR="00AA4576" w:rsidRPr="00C75150" w:rsidRDefault="00AA4576" w:rsidP="00354B6D">
          <w:pPr>
            <w:rPr>
              <w:color w:val="00416A"/>
              <w:sz w:val="20"/>
              <w:szCs w:val="20"/>
            </w:rPr>
          </w:pPr>
          <w:r>
            <w:rPr>
              <w:color w:val="00416A"/>
              <w:sz w:val="20"/>
              <w:szCs w:val="20"/>
            </w:rPr>
            <w:t xml:space="preserve">11318 </w:t>
          </w:r>
          <w:r w:rsidRPr="00C75150">
            <w:rPr>
              <w:color w:val="00416A"/>
              <w:sz w:val="20"/>
              <w:szCs w:val="20"/>
            </w:rPr>
            <w:t>TALLINN</w:t>
          </w:r>
        </w:p>
        <w:p w14:paraId="491C67D9" w14:textId="77777777" w:rsidR="00AA4576" w:rsidRPr="00C75150" w:rsidRDefault="00AA4576" w:rsidP="00AA4576">
          <w:pPr>
            <w:rPr>
              <w:color w:val="00416A"/>
              <w:sz w:val="20"/>
              <w:szCs w:val="20"/>
            </w:rPr>
          </w:pPr>
          <w:proofErr w:type="spellStart"/>
          <w:r>
            <w:rPr>
              <w:color w:val="00416A"/>
              <w:sz w:val="20"/>
              <w:szCs w:val="20"/>
            </w:rPr>
            <w:t>Reg</w:t>
          </w:r>
          <w:proofErr w:type="spellEnd"/>
          <w:r w:rsidRPr="00C75150">
            <w:rPr>
              <w:color w:val="00416A"/>
              <w:sz w:val="20"/>
              <w:szCs w:val="20"/>
            </w:rPr>
            <w:t xml:space="preserve"> </w:t>
          </w:r>
          <w:r>
            <w:rPr>
              <w:color w:val="00416A"/>
              <w:sz w:val="20"/>
              <w:szCs w:val="20"/>
            </w:rPr>
            <w:t>n</w:t>
          </w:r>
          <w:r w:rsidRPr="00C75150">
            <w:rPr>
              <w:color w:val="00416A"/>
              <w:sz w:val="20"/>
              <w:szCs w:val="20"/>
            </w:rPr>
            <w:t>r 10788733</w:t>
          </w:r>
        </w:p>
        <w:p w14:paraId="61C8CE3D" w14:textId="77777777" w:rsidR="00AA4576" w:rsidRPr="00C75150" w:rsidRDefault="00AA4576" w:rsidP="00AA4576">
          <w:pPr>
            <w:rPr>
              <w:color w:val="00416A"/>
              <w:sz w:val="20"/>
              <w:szCs w:val="20"/>
            </w:rPr>
          </w:pPr>
        </w:p>
      </w:tc>
      <w:tc>
        <w:tcPr>
          <w:tcW w:w="2870" w:type="dxa"/>
        </w:tcPr>
        <w:p w14:paraId="6F9CF544" w14:textId="77777777" w:rsidR="00AA4576" w:rsidRPr="00C75150" w:rsidRDefault="00AA4576" w:rsidP="00AA4576">
          <w:pPr>
            <w:rPr>
              <w:color w:val="00416A"/>
              <w:sz w:val="20"/>
              <w:szCs w:val="20"/>
            </w:rPr>
          </w:pPr>
          <w:r w:rsidRPr="00C75150">
            <w:rPr>
              <w:color w:val="00416A"/>
              <w:sz w:val="20"/>
              <w:szCs w:val="20"/>
            </w:rPr>
            <w:t>Tel :     +372 606 3400</w:t>
          </w:r>
        </w:p>
        <w:p w14:paraId="737A1C40" w14:textId="77777777" w:rsidR="00AA4576" w:rsidRPr="00C75150" w:rsidRDefault="00AA4576" w:rsidP="00950A8C">
          <w:pPr>
            <w:ind w:left="-50" w:firstLine="50"/>
            <w:rPr>
              <w:color w:val="00416A"/>
              <w:sz w:val="20"/>
              <w:szCs w:val="20"/>
            </w:rPr>
          </w:pPr>
          <w:r w:rsidRPr="00C75150">
            <w:rPr>
              <w:color w:val="00416A"/>
              <w:sz w:val="20"/>
              <w:szCs w:val="20"/>
            </w:rPr>
            <w:t>Faks:    +372 606 3401</w:t>
          </w:r>
        </w:p>
        <w:p w14:paraId="2E9AA87B" w14:textId="77777777" w:rsidR="00AA4576" w:rsidRPr="00C75150" w:rsidRDefault="00AA4576" w:rsidP="00AA4576">
          <w:pPr>
            <w:rPr>
              <w:color w:val="00416A"/>
              <w:sz w:val="20"/>
              <w:szCs w:val="20"/>
            </w:rPr>
          </w:pPr>
          <w:r w:rsidRPr="00C75150">
            <w:rPr>
              <w:color w:val="00416A"/>
              <w:sz w:val="20"/>
              <w:szCs w:val="20"/>
            </w:rPr>
            <w:t xml:space="preserve">E-post: </w:t>
          </w:r>
          <w:hyperlink r:id="rId1" w:history="1">
            <w:r w:rsidRPr="00C75150">
              <w:rPr>
                <w:rStyle w:val="Hperlink"/>
                <w:color w:val="00416A"/>
                <w:sz w:val="20"/>
                <w:szCs w:val="20"/>
              </w:rPr>
              <w:t>info@rkas.ee</w:t>
            </w:r>
          </w:hyperlink>
          <w:r>
            <w:t xml:space="preserve"> </w:t>
          </w:r>
          <w:r w:rsidRPr="00C75150">
            <w:rPr>
              <w:color w:val="00416A"/>
              <w:sz w:val="20"/>
              <w:szCs w:val="20"/>
            </w:rPr>
            <w:t>www.rkas.ee</w:t>
          </w:r>
        </w:p>
      </w:tc>
      <w:tc>
        <w:tcPr>
          <w:tcW w:w="2181" w:type="dxa"/>
        </w:tcPr>
        <w:p w14:paraId="7E3E3971" w14:textId="77777777" w:rsidR="004B5621" w:rsidRPr="004B5621" w:rsidRDefault="004B5621" w:rsidP="004B5621">
          <w:pPr>
            <w:rPr>
              <w:color w:val="00416A"/>
              <w:sz w:val="20"/>
              <w:szCs w:val="20"/>
            </w:rPr>
          </w:pPr>
          <w:r w:rsidRPr="004B5621">
            <w:rPr>
              <w:color w:val="00416A"/>
              <w:sz w:val="20"/>
              <w:szCs w:val="20"/>
            </w:rPr>
            <w:t>SWEDBANK EE892200221017592018</w:t>
          </w:r>
        </w:p>
        <w:p w14:paraId="342E9E2F" w14:textId="77777777" w:rsidR="00AA4576" w:rsidRDefault="00AA4576" w:rsidP="00354B6D">
          <w:pPr>
            <w:rPr>
              <w:color w:val="00416A"/>
              <w:sz w:val="20"/>
              <w:szCs w:val="20"/>
            </w:rPr>
          </w:pPr>
          <w:r w:rsidRPr="00C75150">
            <w:rPr>
              <w:color w:val="00416A"/>
              <w:sz w:val="20"/>
              <w:szCs w:val="20"/>
            </w:rPr>
            <w:t>KMKR nr: EE100708707</w:t>
          </w:r>
        </w:p>
        <w:p w14:paraId="7B774DE8" w14:textId="77777777" w:rsidR="00AA4576" w:rsidRPr="00C75150" w:rsidRDefault="00AA4576" w:rsidP="00AA4576">
          <w:pPr>
            <w:ind w:left="318" w:hanging="318"/>
            <w:rPr>
              <w:color w:val="00416A"/>
              <w:sz w:val="20"/>
              <w:szCs w:val="20"/>
            </w:rPr>
          </w:pPr>
        </w:p>
      </w:tc>
      <w:tc>
        <w:tcPr>
          <w:tcW w:w="3252" w:type="dxa"/>
        </w:tcPr>
        <w:p w14:paraId="2AF4BF82" w14:textId="77777777" w:rsidR="00AA4576" w:rsidRDefault="00AA4576" w:rsidP="00AA4576">
          <w:pPr>
            <w:ind w:left="-264" w:firstLine="264"/>
            <w:rPr>
              <w:color w:val="00416A"/>
              <w:sz w:val="20"/>
              <w:szCs w:val="20"/>
            </w:rPr>
          </w:pPr>
          <w:r>
            <w:rPr>
              <w:noProof/>
              <w:color w:val="00416A"/>
              <w:sz w:val="20"/>
              <w:szCs w:val="20"/>
              <w:lang w:eastAsia="et-EE"/>
            </w:rPr>
            <w:drawing>
              <wp:inline distT="0" distB="0" distL="0" distR="0" wp14:anchorId="51A926DB" wp14:editId="61448A2E">
                <wp:extent cx="1876425" cy="426460"/>
                <wp:effectExtent l="19050" t="0" r="9525" b="0"/>
                <wp:docPr id="3" name="Pilt 3" descr="C:\Documents and Settings\ragnarl\Desktop\Metro Sertlogo_ISO 9001_14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Documents and Settings\ragnarl\Desktop\Metro Sertlogo_ISO 9001_14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426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A63AC61" w14:textId="77777777" w:rsidR="00AA4576" w:rsidRPr="00C75150" w:rsidRDefault="00AA4576" w:rsidP="00AA4576">
          <w:pPr>
            <w:rPr>
              <w:color w:val="00416A"/>
              <w:sz w:val="20"/>
              <w:szCs w:val="20"/>
            </w:rPr>
          </w:pPr>
        </w:p>
      </w:tc>
    </w:tr>
  </w:tbl>
  <w:p w14:paraId="13CB1848" w14:textId="77777777" w:rsidR="00AA4576" w:rsidRPr="00740FD2" w:rsidRDefault="00AA4576" w:rsidP="00740FD2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2955D" w14:textId="77777777" w:rsidR="00C11DF5" w:rsidRDefault="00C11DF5">
      <w:r>
        <w:separator/>
      </w:r>
    </w:p>
  </w:footnote>
  <w:footnote w:type="continuationSeparator" w:id="0">
    <w:p w14:paraId="50A3F51C" w14:textId="77777777" w:rsidR="00C11DF5" w:rsidRDefault="00C11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EB33A7" w14:textId="77777777" w:rsidR="004B5621" w:rsidRDefault="004B5621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3746C" w14:textId="77777777" w:rsidR="00AA4576" w:rsidRDefault="00AA4576" w:rsidP="00AF4E8B">
    <w:pPr>
      <w:pStyle w:val="Pis"/>
      <w:tabs>
        <w:tab w:val="right" w:pos="9688"/>
      </w:tabs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873CD" w14:textId="77777777" w:rsidR="00AA4576" w:rsidRDefault="00AA4576" w:rsidP="004F6039">
    <w:pPr>
      <w:pStyle w:val="Pis"/>
      <w:tabs>
        <w:tab w:val="right" w:pos="9688"/>
      </w:tabs>
      <w:jc w:val="right"/>
    </w:pPr>
    <w:r>
      <w:object w:dxaOrig="6412" w:dyaOrig="590" w14:anchorId="051713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41.2pt;height:21.6pt" o:ole="">
          <v:imagedata r:id="rId1" o:title=""/>
        </v:shape>
        <o:OLEObject Type="Embed" ProgID="CorelDRAW.Graphic.12" ShapeID="_x0000_i1025" DrawAspect="Content" ObjectID="_1526297474" r:id="rId2"/>
      </w:object>
    </w:r>
  </w:p>
  <w:p w14:paraId="3B0F40A9" w14:textId="77777777" w:rsidR="00AA4576" w:rsidRDefault="00AA4576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5544B"/>
    <w:multiLevelType w:val="multilevel"/>
    <w:tmpl w:val="16B475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DF5"/>
    <w:rsid w:val="00001481"/>
    <w:rsid w:val="0001195F"/>
    <w:rsid w:val="000164AA"/>
    <w:rsid w:val="00043D55"/>
    <w:rsid w:val="000605C8"/>
    <w:rsid w:val="00097C36"/>
    <w:rsid w:val="000C4C89"/>
    <w:rsid w:val="00100D55"/>
    <w:rsid w:val="00102786"/>
    <w:rsid w:val="00111AF0"/>
    <w:rsid w:val="00125482"/>
    <w:rsid w:val="00127D63"/>
    <w:rsid w:val="00150C36"/>
    <w:rsid w:val="0017540E"/>
    <w:rsid w:val="001961E4"/>
    <w:rsid w:val="001A1F34"/>
    <w:rsid w:val="001B35E6"/>
    <w:rsid w:val="001B393D"/>
    <w:rsid w:val="001B6E38"/>
    <w:rsid w:val="0021459E"/>
    <w:rsid w:val="00226CB7"/>
    <w:rsid w:val="00227EA2"/>
    <w:rsid w:val="00255F2A"/>
    <w:rsid w:val="00290D27"/>
    <w:rsid w:val="00291A97"/>
    <w:rsid w:val="002B7494"/>
    <w:rsid w:val="002C0E3B"/>
    <w:rsid w:val="002D5F8B"/>
    <w:rsid w:val="002E6B6B"/>
    <w:rsid w:val="00300CF6"/>
    <w:rsid w:val="003034EA"/>
    <w:rsid w:val="00304577"/>
    <w:rsid w:val="003247D8"/>
    <w:rsid w:val="00350796"/>
    <w:rsid w:val="00353444"/>
    <w:rsid w:val="00354B6D"/>
    <w:rsid w:val="003715C3"/>
    <w:rsid w:val="0039363C"/>
    <w:rsid w:val="003E1D67"/>
    <w:rsid w:val="003E63CE"/>
    <w:rsid w:val="004139A7"/>
    <w:rsid w:val="00447F17"/>
    <w:rsid w:val="00477EB3"/>
    <w:rsid w:val="004943BA"/>
    <w:rsid w:val="004B5621"/>
    <w:rsid w:val="004F6039"/>
    <w:rsid w:val="0050705A"/>
    <w:rsid w:val="00512C04"/>
    <w:rsid w:val="00522B44"/>
    <w:rsid w:val="00530208"/>
    <w:rsid w:val="005609EF"/>
    <w:rsid w:val="00572345"/>
    <w:rsid w:val="00574CCC"/>
    <w:rsid w:val="00576CE9"/>
    <w:rsid w:val="00582AAF"/>
    <w:rsid w:val="00587AC0"/>
    <w:rsid w:val="005C15EC"/>
    <w:rsid w:val="005F0240"/>
    <w:rsid w:val="00600949"/>
    <w:rsid w:val="00604CA3"/>
    <w:rsid w:val="00613397"/>
    <w:rsid w:val="00620BC3"/>
    <w:rsid w:val="00620CA0"/>
    <w:rsid w:val="00643234"/>
    <w:rsid w:val="00656FD5"/>
    <w:rsid w:val="00686315"/>
    <w:rsid w:val="00696FC0"/>
    <w:rsid w:val="006C1855"/>
    <w:rsid w:val="006D7E14"/>
    <w:rsid w:val="006E1661"/>
    <w:rsid w:val="006E51F4"/>
    <w:rsid w:val="006F1209"/>
    <w:rsid w:val="007128F2"/>
    <w:rsid w:val="007260F7"/>
    <w:rsid w:val="00740FD2"/>
    <w:rsid w:val="007956F1"/>
    <w:rsid w:val="007B5DDF"/>
    <w:rsid w:val="007E2255"/>
    <w:rsid w:val="007F734A"/>
    <w:rsid w:val="008629E7"/>
    <w:rsid w:val="00883FD6"/>
    <w:rsid w:val="008A1FA8"/>
    <w:rsid w:val="008C1AEA"/>
    <w:rsid w:val="008E1830"/>
    <w:rsid w:val="009162AF"/>
    <w:rsid w:val="0092797B"/>
    <w:rsid w:val="00927CCB"/>
    <w:rsid w:val="009342B5"/>
    <w:rsid w:val="00950A8C"/>
    <w:rsid w:val="00961B32"/>
    <w:rsid w:val="00976472"/>
    <w:rsid w:val="00994800"/>
    <w:rsid w:val="009A7BF4"/>
    <w:rsid w:val="009C213D"/>
    <w:rsid w:val="00A265FA"/>
    <w:rsid w:val="00A362CB"/>
    <w:rsid w:val="00A419F3"/>
    <w:rsid w:val="00AA4576"/>
    <w:rsid w:val="00AA5241"/>
    <w:rsid w:val="00AC02D9"/>
    <w:rsid w:val="00AC4196"/>
    <w:rsid w:val="00AF39FB"/>
    <w:rsid w:val="00AF4E8B"/>
    <w:rsid w:val="00B0621D"/>
    <w:rsid w:val="00B40491"/>
    <w:rsid w:val="00B5293B"/>
    <w:rsid w:val="00B55C34"/>
    <w:rsid w:val="00B563C3"/>
    <w:rsid w:val="00B6717A"/>
    <w:rsid w:val="00BC1D73"/>
    <w:rsid w:val="00C04B40"/>
    <w:rsid w:val="00C11DF5"/>
    <w:rsid w:val="00C15E64"/>
    <w:rsid w:val="00C57D09"/>
    <w:rsid w:val="00C637D2"/>
    <w:rsid w:val="00C927F6"/>
    <w:rsid w:val="00C941D4"/>
    <w:rsid w:val="00CC56FE"/>
    <w:rsid w:val="00CE2D59"/>
    <w:rsid w:val="00D01597"/>
    <w:rsid w:val="00D35A37"/>
    <w:rsid w:val="00D54C89"/>
    <w:rsid w:val="00D921AD"/>
    <w:rsid w:val="00DA4959"/>
    <w:rsid w:val="00DC24C4"/>
    <w:rsid w:val="00DD3750"/>
    <w:rsid w:val="00DF3CCC"/>
    <w:rsid w:val="00E07AF6"/>
    <w:rsid w:val="00E15CE3"/>
    <w:rsid w:val="00E216BE"/>
    <w:rsid w:val="00E2521B"/>
    <w:rsid w:val="00E2607F"/>
    <w:rsid w:val="00E501C6"/>
    <w:rsid w:val="00E65A5D"/>
    <w:rsid w:val="00E76D7A"/>
    <w:rsid w:val="00E828BE"/>
    <w:rsid w:val="00EB467A"/>
    <w:rsid w:val="00EF4B38"/>
    <w:rsid w:val="00EF734C"/>
    <w:rsid w:val="00F30469"/>
    <w:rsid w:val="00F5278A"/>
    <w:rsid w:val="00F77567"/>
    <w:rsid w:val="00FC4D81"/>
    <w:rsid w:val="00FD0D69"/>
    <w:rsid w:val="00FE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50EED3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605C8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7128F2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link w:val="JalusMrk"/>
    <w:uiPriority w:val="99"/>
    <w:rsid w:val="007128F2"/>
    <w:pPr>
      <w:tabs>
        <w:tab w:val="center" w:pos="4320"/>
        <w:tab w:val="right" w:pos="8640"/>
      </w:tabs>
    </w:pPr>
  </w:style>
  <w:style w:type="character" w:styleId="Kohatitetekst">
    <w:name w:val="Placeholder Text"/>
    <w:basedOn w:val="Liguvaikefont"/>
    <w:uiPriority w:val="99"/>
    <w:semiHidden/>
    <w:rsid w:val="00D54C89"/>
    <w:rPr>
      <w:color w:val="808080"/>
    </w:rPr>
  </w:style>
  <w:style w:type="paragraph" w:styleId="Jutumullitekst">
    <w:name w:val="Balloon Text"/>
    <w:basedOn w:val="Normaallaad"/>
    <w:link w:val="JutumullitekstMrk"/>
    <w:rsid w:val="00D54C8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D54C89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CE2D59"/>
    <w:rPr>
      <w:color w:val="0000FF" w:themeColor="hyperlink"/>
      <w:u w:val="single"/>
    </w:rPr>
  </w:style>
  <w:style w:type="character" w:customStyle="1" w:styleId="JalusMrk">
    <w:name w:val="Jalus Märk"/>
    <w:basedOn w:val="Liguvaikefont"/>
    <w:link w:val="Jalus"/>
    <w:uiPriority w:val="99"/>
    <w:rsid w:val="00CE2D59"/>
    <w:rPr>
      <w:sz w:val="24"/>
      <w:szCs w:val="24"/>
      <w:lang w:eastAsia="en-US"/>
    </w:rPr>
  </w:style>
  <w:style w:type="table" w:customStyle="1" w:styleId="Kontuurtabel1">
    <w:name w:val="Kontuurtabel1"/>
    <w:basedOn w:val="Normaaltabel"/>
    <w:uiPriority w:val="59"/>
    <w:rsid w:val="00CE2D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Kontuurtabel">
    <w:name w:val="Table Grid"/>
    <w:basedOn w:val="Normaaltabel"/>
    <w:uiPriority w:val="59"/>
    <w:rsid w:val="00740FD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allaad1">
    <w:name w:val="Normaallaad1"/>
    <w:rsid w:val="00C11DF5"/>
    <w:pPr>
      <w:suppressAutoHyphens/>
      <w:autoSpaceDN w:val="0"/>
      <w:textAlignment w:val="baseline"/>
    </w:pPr>
    <w:rPr>
      <w:sz w:val="24"/>
      <w:szCs w:val="24"/>
      <w:lang w:eastAsia="en-US"/>
    </w:rPr>
  </w:style>
  <w:style w:type="paragraph" w:styleId="Loendilik">
    <w:name w:val="List Paragraph"/>
    <w:basedOn w:val="Normaallaad"/>
    <w:rsid w:val="00C11DF5"/>
    <w:pPr>
      <w:suppressAutoHyphens/>
      <w:autoSpaceDN w:val="0"/>
      <w:ind w:left="72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8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siseministeerium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info@rkas.ee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rkasdhs.rkas.ee/Docs/Docs/Forms/Valjaminev_kiri/Valjaminev_kir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E1F26B211174148B57D444B2B88B0F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ACAE14-759E-467A-B00F-F509226C89FB}"/>
      </w:docPartPr>
      <w:docPartBody>
        <w:p w:rsidR="00A41B48" w:rsidRDefault="00A41B48">
          <w:pPr>
            <w:pStyle w:val="7E1F26B211174148B57D444B2B88B0F6"/>
          </w:pPr>
          <w:r w:rsidRPr="00064E3F">
            <w:rPr>
              <w:rStyle w:val="Kohatitetekst"/>
            </w:rPr>
            <w:t>[Adressaadi asutuse nimi]</w:t>
          </w:r>
        </w:p>
      </w:docPartBody>
    </w:docPart>
    <w:docPart>
      <w:docPartPr>
        <w:name w:val="F1CF3E4A963F45AC9025526447FC0E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84177B-2694-490E-A6E6-110109829044}"/>
      </w:docPartPr>
      <w:docPartBody>
        <w:p w:rsidR="00A41B48" w:rsidRDefault="00A41B48">
          <w:pPr>
            <w:pStyle w:val="F1CF3E4A963F45AC9025526447FC0EF3"/>
          </w:pPr>
          <w:r w:rsidRPr="00064E3F">
            <w:rPr>
              <w:rStyle w:val="Kohatitetekst"/>
            </w:rPr>
            <w:t>[Adressaadi aadress]</w:t>
          </w:r>
        </w:p>
      </w:docPartBody>
    </w:docPart>
    <w:docPart>
      <w:docPartPr>
        <w:name w:val="C06F0A74DA7544B7ACB14177A989477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C38337B-4D14-44EF-8078-13929B063023}"/>
      </w:docPartPr>
      <w:docPartBody>
        <w:p w:rsidR="00A41B48" w:rsidRDefault="00A41B48">
          <w:pPr>
            <w:pStyle w:val="C06F0A74DA7544B7ACB14177A989477E"/>
          </w:pPr>
          <w:r w:rsidRPr="00064E3F">
            <w:rPr>
              <w:rStyle w:val="Kohatitetekst"/>
            </w:rPr>
            <w:t>[Adressaadi indeks]</w:t>
          </w:r>
        </w:p>
      </w:docPartBody>
    </w:docPart>
    <w:docPart>
      <w:docPartPr>
        <w:name w:val="22F884EA7A2F4B3EBF72FB3895D9AFD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2309A2-6EBB-479B-B815-5759AF78F90E}"/>
      </w:docPartPr>
      <w:docPartBody>
        <w:p w:rsidR="00A41B48" w:rsidRDefault="00A41B48">
          <w:pPr>
            <w:pStyle w:val="22F884EA7A2F4B3EBF72FB3895D9AFD6"/>
          </w:pPr>
          <w:r w:rsidRPr="00064E3F">
            <w:rPr>
              <w:rStyle w:val="Kohatitetekst"/>
            </w:rPr>
            <w:t>[Adressaadi linn]</w:t>
          </w:r>
        </w:p>
      </w:docPartBody>
    </w:docPart>
    <w:docPart>
      <w:docPartPr>
        <w:name w:val="805D53425954480B9CE86FFC0AB6D6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532399-7893-45C8-8F8D-52FA868E776E}"/>
      </w:docPartPr>
      <w:docPartBody>
        <w:p w:rsidR="00A41B48" w:rsidRDefault="00A41B48">
          <w:pPr>
            <w:pStyle w:val="805D53425954480B9CE86FFC0AB6D68D"/>
          </w:pPr>
          <w:r w:rsidRPr="00064E3F">
            <w:rPr>
              <w:rStyle w:val="Kohatitetekst"/>
            </w:rPr>
            <w:t>[Registreerimise kuupäev]</w:t>
          </w:r>
        </w:p>
      </w:docPartBody>
    </w:docPart>
    <w:docPart>
      <w:docPartPr>
        <w:name w:val="EF913266711E45DC94811FBD4435FA8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34F6E5B-95A4-4F6E-AADF-6212A8161A8D}"/>
      </w:docPartPr>
      <w:docPartBody>
        <w:p w:rsidR="00A41B48" w:rsidRDefault="00A41B48">
          <w:pPr>
            <w:pStyle w:val="EF913266711E45DC94811FBD4435FA8C"/>
          </w:pPr>
          <w:r w:rsidRPr="00064E3F">
            <w:rPr>
              <w:rStyle w:val="Kohatitetekst"/>
            </w:rPr>
            <w:t>[Dokumendi identifikaator]</w:t>
          </w:r>
        </w:p>
      </w:docPartBody>
    </w:docPart>
    <w:docPart>
      <w:docPartPr>
        <w:name w:val="B56975FF2D47490C89D370AD267364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E57A8CD-9C71-4A41-8AEE-BF09B77DA0FD}"/>
      </w:docPartPr>
      <w:docPartBody>
        <w:p w:rsidR="00A41B48" w:rsidRDefault="00A41B48">
          <w:pPr>
            <w:pStyle w:val="B56975FF2D47490C89D370AD2673641B"/>
          </w:pPr>
          <w:r w:rsidRPr="00064E3F">
            <w:rPr>
              <w:rStyle w:val="Kohatitetekst"/>
            </w:rPr>
            <w:t>[Adressaadi e-post/isik]</w:t>
          </w:r>
        </w:p>
      </w:docPartBody>
    </w:docPart>
    <w:docPart>
      <w:docPartPr>
        <w:name w:val="647760FB60AD4AA09285BE18D866865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919818C-6643-4B61-8FA9-82A554028688}"/>
      </w:docPartPr>
      <w:docPartBody>
        <w:p w:rsidR="00A41B48" w:rsidRDefault="00A41B48">
          <w:pPr>
            <w:pStyle w:val="647760FB60AD4AA09285BE18D8668656"/>
          </w:pPr>
          <w:r w:rsidRPr="00821999">
            <w:rPr>
              <w:rStyle w:val="Kohatitetekst"/>
            </w:rPr>
            <w:t>[Tiitel]</w:t>
          </w:r>
        </w:p>
      </w:docPartBody>
    </w:docPart>
    <w:docPart>
      <w:docPartPr>
        <w:name w:val="40F6E7ACF0A546C7980329C05E1F7C7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65FD6B6-10BF-4B6C-A331-0FB4531640F0}"/>
      </w:docPartPr>
      <w:docPartBody>
        <w:p w:rsidR="00A41B48" w:rsidRDefault="00A41B48">
          <w:pPr>
            <w:pStyle w:val="40F6E7ACF0A546C7980329C05E1F7C7D"/>
          </w:pPr>
          <w:r w:rsidRPr="00064E3F">
            <w:rPr>
              <w:rStyle w:val="Kohatitetekst"/>
            </w:rPr>
            <w:t>[Allkirjastaja]</w:t>
          </w:r>
        </w:p>
      </w:docPartBody>
    </w:docPart>
    <w:docPart>
      <w:docPartPr>
        <w:name w:val="26BEB7C92E1640118D9E19F055053C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6210D3-E04D-412F-A375-7834FECEC75D}"/>
      </w:docPartPr>
      <w:docPartBody>
        <w:p w:rsidR="00A41B48" w:rsidRDefault="00A41B48">
          <w:pPr>
            <w:pStyle w:val="26BEB7C92E1640118D9E19F055053CF7"/>
          </w:pPr>
          <w:r w:rsidRPr="00064E3F">
            <w:rPr>
              <w:rStyle w:val="Kohatitetekst"/>
            </w:rPr>
            <w:t>[Allkirjastaja ametinimetus]</w:t>
          </w:r>
        </w:p>
      </w:docPartBody>
    </w:docPart>
    <w:docPart>
      <w:docPartPr>
        <w:name w:val="2CEC55C051E449C2B9CF3988AECAAF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DCFEFD-A788-4FE8-B5E0-92A3B6F3A4AA}"/>
      </w:docPartPr>
      <w:docPartBody>
        <w:p w:rsidR="00A41B48" w:rsidRDefault="00A41B48">
          <w:pPr>
            <w:pStyle w:val="2CEC55C051E449C2B9CF3988AECAAFA1"/>
          </w:pPr>
          <w:r w:rsidRPr="00064E3F">
            <w:rPr>
              <w:rStyle w:val="Kohatitetekst"/>
            </w:rPr>
            <w:t>[Koostaja]</w:t>
          </w:r>
        </w:p>
      </w:docPartBody>
    </w:docPart>
    <w:docPart>
      <w:docPartPr>
        <w:name w:val="3E4F6B74533F46B5B4BF8C87B401973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4DC0E11-8387-41C2-979A-CFBEC5D40569}"/>
      </w:docPartPr>
      <w:docPartBody>
        <w:p w:rsidR="00A41B48" w:rsidRDefault="00A41B48">
          <w:pPr>
            <w:pStyle w:val="3E4F6B74533F46B5B4BF8C87B401973F"/>
          </w:pPr>
          <w:r w:rsidRPr="00064E3F">
            <w:rPr>
              <w:rStyle w:val="Kohatitetekst"/>
            </w:rPr>
            <w:t>[Koostaja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Gentium Book Basic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B48"/>
    <w:rsid w:val="00A4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7E1F26B211174148B57D444B2B88B0F6">
    <w:name w:val="7E1F26B211174148B57D444B2B88B0F6"/>
  </w:style>
  <w:style w:type="paragraph" w:customStyle="1" w:styleId="36C7EE9378FD401BAA38DC53F3F949A1">
    <w:name w:val="36C7EE9378FD401BAA38DC53F3F949A1"/>
  </w:style>
  <w:style w:type="paragraph" w:customStyle="1" w:styleId="F1CF3E4A963F45AC9025526447FC0EF3">
    <w:name w:val="F1CF3E4A963F45AC9025526447FC0EF3"/>
  </w:style>
  <w:style w:type="paragraph" w:customStyle="1" w:styleId="C06F0A74DA7544B7ACB14177A989477E">
    <w:name w:val="C06F0A74DA7544B7ACB14177A989477E"/>
  </w:style>
  <w:style w:type="paragraph" w:customStyle="1" w:styleId="22F884EA7A2F4B3EBF72FB3895D9AFD6">
    <w:name w:val="22F884EA7A2F4B3EBF72FB3895D9AFD6"/>
  </w:style>
  <w:style w:type="paragraph" w:customStyle="1" w:styleId="805D53425954480B9CE86FFC0AB6D68D">
    <w:name w:val="805D53425954480B9CE86FFC0AB6D68D"/>
  </w:style>
  <w:style w:type="paragraph" w:customStyle="1" w:styleId="74E324D5874148128931EC5F23015E9A">
    <w:name w:val="74E324D5874148128931EC5F23015E9A"/>
  </w:style>
  <w:style w:type="paragraph" w:customStyle="1" w:styleId="EF913266711E45DC94811FBD4435FA8C">
    <w:name w:val="EF913266711E45DC94811FBD4435FA8C"/>
  </w:style>
  <w:style w:type="paragraph" w:customStyle="1" w:styleId="B56975FF2D47490C89D370AD2673641B">
    <w:name w:val="B56975FF2D47490C89D370AD2673641B"/>
  </w:style>
  <w:style w:type="paragraph" w:customStyle="1" w:styleId="647760FB60AD4AA09285BE18D8668656">
    <w:name w:val="647760FB60AD4AA09285BE18D8668656"/>
  </w:style>
  <w:style w:type="paragraph" w:customStyle="1" w:styleId="40F6E7ACF0A546C7980329C05E1F7C7D">
    <w:name w:val="40F6E7ACF0A546C7980329C05E1F7C7D"/>
  </w:style>
  <w:style w:type="paragraph" w:customStyle="1" w:styleId="26BEB7C92E1640118D9E19F055053CF7">
    <w:name w:val="26BEB7C92E1640118D9E19F055053CF7"/>
  </w:style>
  <w:style w:type="paragraph" w:customStyle="1" w:styleId="2CEC55C051E449C2B9CF3988AECAAFA1">
    <w:name w:val="2CEC55C051E449C2B9CF3988AECAAFA1"/>
  </w:style>
  <w:style w:type="paragraph" w:customStyle="1" w:styleId="3E4F6B74533F46B5B4BF8C87B401973F">
    <w:name w:val="3E4F6B74533F46B5B4BF8C87B4019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ocumentSubject xmlns="http://schemas.microsoft.com/sharepoint/v3" xsi:nil="true"/>
    <AmphoraDocID xmlns="http://schemas.microsoft.com/sharepoint/v3" xsi:nil="true"/>
    <fawf_AssignedTo xmlns="http://schemas.microsoft.com/sharepoint/v3">
      <UserInfo>
        <DisplayName/>
        <AccountId xsi:nil="true"/>
        <AccountType/>
      </UserInfo>
    </fawf_AssignedTo>
    <LetterSubject xmlns="http://schemas.microsoft.com/sharepoint/v3" xsi:nil="true"/>
    <CopyReceivers xmlns="http://schemas.microsoft.com/sharepoint/v3">
      <UserInfo>
        <DisplayName/>
        <AccountId xsi:nil="true"/>
        <AccountType/>
      </UserInfo>
    </CopyReceivers>
    <AmphoraIsPublic xmlns="http://schemas.microsoft.com/sharepoint/v3" xsi:nil="true"/>
    <AddresseeAddress xmlns="http://schemas.microsoft.com/sharepoint/v3">Pärnu mnt 139</AddresseeAddress>
    <RecordRelationships xmlns="http://schemas.microsoft.com/sharepoint/v3" xsi:nil="true"/>
    <RegistrationDate xmlns="http://schemas.microsoft.com/sharepoint/v3">2016-06-01T11:42:01+00:00</RegistrationDate>
    <AddresseePosition xmlns="http://schemas.microsoft.com/sharepoint/v3" xsi:nil="true"/>
    <Projektiobjektinumber xmlns="http://schemas.microsoft.com/sharepoint/v3" xsi:nil="true"/>
    <Creator xmlns="http://schemas.microsoft.com/sharepoint/v3">
      <UserInfo>
        <DisplayName>Kristel Kesküla</DisplayName>
        <AccountId>281</AccountId>
        <AccountType/>
      </UserInfo>
    </Creator>
    <fawf_IsAssigned xmlns="http://schemas.microsoft.com/sharepoint/v3">false</fawf_IsAssigned>
    <Responsible xmlns="http://schemas.microsoft.com/sharepoint/v3">
      <UserInfo>
        <DisplayName/>
        <AccountId xsi:nil="true"/>
        <AccountType/>
      </UserInfo>
    </Responsible>
    <Destroyer xmlns="http://schemas.microsoft.com/sharepoint/v3">
      <UserInfo>
        <DisplayName/>
        <AccountId xsi:nil="true"/>
        <AccountType/>
      </UserInfo>
    </Destroyer>
    <RetentionPeriodSetDate xmlns="http://schemas.microsoft.com/sharepoint/v3" xsi:nil="true"/>
    <AddresseeResponsiblePersonName xmlns="http://schemas.microsoft.com/sharepoint/v3" xsi:nil="true"/>
    <Adressaadiepostisik xmlns="http://schemas.microsoft.com/sharepoint/v3">ppa@politsei.ee</Adressaadiepostisik>
    <Yours xmlns="http://schemas.microsoft.com/sharepoint/v3" xsi:nil="true"/>
    <DocumentStatus xmlns="http://schemas.microsoft.com/sharepoint/v3">Registreeritud</DocumentStatus>
    <Approved xmlns="http://schemas.microsoft.com/sharepoint/v3" xsi:nil="true"/>
    <AddresseeCompanyStructureUnit xmlns="http://schemas.microsoft.com/sharepoint/v3" xsi:nil="true"/>
    <LetterNumber xmlns="http://schemas.microsoft.com/sharepoint/v3" xsi:nil="true"/>
    <CorrespondenceType xmlns="http://schemas.microsoft.com/sharepoint/v3" xsi:nil="true"/>
    <AddresseeCompanyName xmlns="http://schemas.microsoft.com/sharepoint/v3">Politsei- ja Piirivalveamet</AddresseeCompanyName>
    <AddresseeCode xmlns="http://schemas.microsoft.com/sharepoint/v3">15060</AddresseeCode>
    <CreatorName xmlns="http://schemas.microsoft.com/sharepoint/v3" xsi:nil="true"/>
    <RetentionPeriodChangeDate xmlns="http://schemas.microsoft.com/sharepoint/v3" xsi:nil="true"/>
    <Sender xmlns="http://schemas.microsoft.com/sharepoint/v3" xsi:nil="true"/>
    <Asutus xmlns="http://schemas.microsoft.com/sharepoint/v3" xsi:nil="true"/>
    <Dokumendikpv xmlns="http://schemas.microsoft.com/sharepoint/v3" xsi:nil="true"/>
    <LetterRequestedAnswerMethod xmlns="http://schemas.microsoft.com/sharepoint/v3" xsi:nil="true"/>
    <IsMainDocument xmlns="http://schemas.microsoft.com/sharepoint/v3">false</IsMainDocument>
    <ReplyDeadline xmlns="http://schemas.microsoft.com/sharepoint/v3" xsi:nil="true"/>
    <CurrentOwner xmlns="http://schemas.microsoft.com/sharepoint/v3">
      <UserInfo>
        <DisplayName/>
        <AccountId xsi:nil="true"/>
        <AccountType/>
      </UserInfo>
    </CurrentOwner>
    <CreatedDate xmlns="http://schemas.microsoft.com/sharepoint/v3">1999-11-30T00:00:00+00:00</CreatedDate>
    <AmphoraImportNr xmlns="http://schemas.microsoft.com/sharepoint/v3" xsi:nil="true"/>
    <Komments xmlns="http://schemas.microsoft.com/sharepoint/v3" xsi:nil="true"/>
    <ValidityEndDate xmlns="http://schemas.microsoft.com/sharepoint/v3" xsi:nil="true"/>
    <AddresseeLastName xmlns="http://schemas.microsoft.com/sharepoint/v3" xsi:nil="true"/>
    <ProjectNumber xmlns="http://schemas.microsoft.com/sharepoint/v3" xsi:nil="true"/>
    <Lisad xmlns="http://schemas.microsoft.com/sharepoint/v3" xsi:nil="true"/>
    <AmphoraDocumentType xmlns="http://schemas.microsoft.com/sharepoint/v3" xsi:nil="true"/>
    <Content xmlns="http://schemas.microsoft.com/sharepoint/v3" xsi:nil="true"/>
    <Allkirjastajaametinimetus xmlns="http://schemas.microsoft.com/sharepoint/v3">Haldusosakonna juhataja</Allkirjastajaametinimetus>
    <fawf_AssignmentStatus xmlns="http://schemas.microsoft.com/sharepoint/v3" xsi:nil="true"/>
    <DocumentLocation xmlns="http://schemas.microsoft.com/sharepoint/v3" xsi:nil="true"/>
    <PaperDocumentFolder xmlns="http://schemas.microsoft.com/sharepoint/v3" xsi:nil="true"/>
    <SignedLocation xmlns="http://schemas.microsoft.com/sharepoint/v3" xsi:nil="true"/>
    <DocumentSerieNumber xmlns="http://schemas.microsoft.com/sharepoint/v3">0</DocumentSerieNumber>
    <ValidityBeginDate xmlns="http://schemas.microsoft.com/sharepoint/v3" xsi:nil="true"/>
    <SendersCompanyName xmlns="http://schemas.microsoft.com/sharepoint/v3" xsi:nil="true"/>
    <DocumentNumber xmlns="http://schemas.microsoft.com/sharepoint/v3" xsi:nil="true"/>
    <Registrant xmlns="http://schemas.microsoft.com/sharepoint/v3">
      <UserInfo>
        <DisplayName>Liis Luts</DisplayName>
        <AccountId>335</AccountId>
        <AccountType/>
      </UserInfo>
    </Registrant>
    <TemplateName xmlns="http://schemas.microsoft.com/sharepoint/v3" xsi:nil="true"/>
    <DigitalSigners xmlns="http://schemas.microsoft.com/sharepoint/v3" xsi:nil="true"/>
    <SignatureStatus xmlns="http://schemas.microsoft.com/sharepoint/v3">Pending</SignatureStatus>
    <Addressee xmlns="http://schemas.microsoft.com/sharepoint/v3" xsi:nil="true"/>
    <Number xmlns="http://schemas.microsoft.com/sharepoint/v3" xsi:nil="true"/>
    <LetterSendingMethod xmlns="http://schemas.microsoft.com/sharepoint/v3" xsi:nil="true"/>
    <ReplyDate xmlns="http://schemas.microsoft.com/sharepoint/v3" xsi:nil="true"/>
    <Deadline xmlns="http://schemas.microsoft.com/sharepoint/v3" xsi:nil="true"/>
    <Approver xmlns="http://schemas.microsoft.com/sharepoint/v3">
      <UserInfo>
        <DisplayName/>
        <AccountId xsi:nil="true"/>
        <AccountType/>
      </UserInfo>
    </Approver>
    <ApprovalDate xmlns="http://schemas.microsoft.com/sharepoint/v3" xsi:nil="true"/>
    <AddresseeFirstName xmlns="http://schemas.microsoft.com/sharepoint/v3" xsi:nil="true"/>
    <TimeLastSigned xmlns="http://schemas.microsoft.com/sharepoint/v3" xsi:nil="true"/>
    <FinancialYear xmlns="http://schemas.microsoft.com/sharepoint/v3">2016</FinancialYear>
    <DocumentSubType xmlns="http://schemas.microsoft.com/sharepoint/v3">Teatis</DocumentSubType>
    <Enclosures xmlns="http://schemas.microsoft.com/sharepoint/v3" xsi:nil="true"/>
    <Signer xmlns="http://schemas.microsoft.com/sharepoint/v3">
      <UserInfo>
        <DisplayName>Margit Dengo</DisplayName>
        <AccountId>26</AccountId>
        <AccountType/>
      </UserInfo>
    </Signer>
    <DocumentID xmlns="http://schemas.microsoft.com/sharepoint/v3">296</DocumentID>
    <Index xmlns="http://schemas.microsoft.com/sharepoint/v3">2-6</Index>
    <TemplateDate xmlns="http://schemas.microsoft.com/sharepoint/v3" xsi:nil="true"/>
    <Ours xmlns="http://schemas.microsoft.com/sharepoint/v3" xsi:nil="true"/>
    <ReplyDocumentNumber xmlns="http://schemas.microsoft.com/sharepoint/v3" xsi:nil="true"/>
    <ArchivalStatus xmlns="http://schemas.microsoft.com/sharepoint/v3" xsi:nil="true"/>
    <CreatorPhone xmlns="http://schemas.microsoft.com/sharepoint/v3">606 3481</CreatorPhone>
    <ArchivalDate xmlns="http://schemas.microsoft.com/sharepoint/v3" xsi:nil="true"/>
    <AddresseeFax xmlns="http://schemas.microsoft.com/sharepoint/v3">TALLINN</AddresseeFax>
    <fawf_Deadline xmlns="http://schemas.microsoft.com/sharepoint/v3">1999-11-30T00:00:00+00:00</fawf_Deadline>
    <ObjectNumber xmlns="http://schemas.microsoft.com/sharepoint/v3" xsi:nil="true"/>
    <Objektinr xmlns="EB6465C4-BBBB-4211-855B-D9C2AAA1834C" xsi:nil="true"/>
    <AccessRights xmlns="http://schemas.microsoft.com/sharepoint/v3" xsi:nil="true"/>
    <AK_x0020__x00f5_iguslik_x0020_alus xmlns="eb6465c4-bbbb-4211-855b-d9c2aaa1834c" xsi:nil="true"/>
    <RealEstateID xmlns="http://schemas.microsoft.com/sharepoint/v3" xsi:nil="true"/>
    <AK_x0020_algus xmlns="eb6465c4-bbbb-4211-855b-d9c2aaa1834c" xsi:nil="true"/>
    <ContactPerson xmlns="http://schemas.microsoft.com/sharepoint/v3" xsi:nil="true"/>
    <CommentsText xmlns="http://schemas.microsoft.com/sharepoint/v3" xsi:nil="true"/>
    <AK_x0020_kehtestaja xmlns="eb6465c4-bbbb-4211-855b-d9c2aaa1834c">
      <UserInfo>
        <DisplayName/>
        <AccountId xsi:nil="true"/>
        <AccountType/>
      </UserInfo>
    </AK_x0020_kehtestaja>
    <CorrespondingInstitutionAddress xmlns="http://schemas.microsoft.com/sharepoint/v3" xsi:nil="true"/>
    <Seos_x0020_hankega xmlns="b0f6981a-a0d0-42cb-93f4-c67921145ffa" xsi:nil="true"/>
    <AK_x0020_l_x00f5_pp xmlns="eb6465c4-bbbb-4211-855b-d9c2aaa1834c" xsi:nil="true"/>
    <InternalDocumentChoice xmlns="http://schemas.microsoft.com/sharepoint/v3">false</InternalDocumentChoice>
    <Hanke_x0020_ID xmlns="b0f6981a-a0d0-42cb-93f4-c67921145ffa" xsi:nil="true"/>
  </documentManagement>
</p:properties>
</file>

<file path=customXml/item2.xml><?xml version="1.0" encoding="utf-8"?>
<?mso-contentType ?>
<FormTemplates xmlns="http://schemas.microsoft.com/sharepoint/v3/contenttype/forms">
  <Display>RKASERMSDocumentLibraryForm</Display>
  <Edit>RKASERMSDocumentLibraryForm</Edit>
  <New>RKASERMSDocumentLibraryForm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001E3AC79EB5C141EC9E9142F93D435C4100990D09AB02164A2884940AB1C42273BB00F6F8756579604B18963DEB3235C6722B00C3D81049C78E47E3B43438FC8EEAC5BD00D6A9FAAFFEE39E499101E6E3F9F9A048" ma:contentTypeVersion="14" ma:contentTypeDescription="Muuta ainult juhul, kui registreerimisel valiti vale dokumendiliik" ma:contentTypeScope="" ma:versionID="e4c246900d28a54af94ccf1624905a89">
  <xsd:schema xmlns:xsd="http://www.w3.org/2001/XMLSchema" xmlns:xs="http://www.w3.org/2001/XMLSchema" xmlns:p="http://schemas.microsoft.com/office/2006/metadata/properties" xmlns:ns1="http://schemas.microsoft.com/sharepoint/v3" xmlns:ns2="EB6465C4-BBBB-4211-855B-D9C2AAA1834C" xmlns:ns3="b0f6981a-a0d0-42cb-93f4-c67921145ffa" xmlns:ns4="eb6465c4-bbbb-4211-855b-d9c2aaa1834c" targetNamespace="http://schemas.microsoft.com/office/2006/metadata/properties" ma:root="true" ma:fieldsID="a361f73d0304a43be8c59cec72aba733" ns1:_="" ns2:_="" ns3:_="" ns4:_="">
    <xsd:import namespace="http://schemas.microsoft.com/sharepoint/v3"/>
    <xsd:import namespace="EB6465C4-BBBB-4211-855B-D9C2AAA1834C"/>
    <xsd:import namespace="b0f6981a-a0d0-42cb-93f4-c67921145ffa"/>
    <xsd:import namespace="eb6465c4-bbbb-4211-855b-d9c2aaa1834c"/>
    <xsd:element name="properties">
      <xsd:complexType>
        <xsd:sequence>
          <xsd:element name="documentManagement">
            <xsd:complexType>
              <xsd:all>
                <xsd:element ref="ns1:SignedLocation" minOccurs="0"/>
                <xsd:element ref="ns1:DocumentSubType" minOccurs="0"/>
                <xsd:element ref="ns1:CorrespondenceType" minOccurs="0"/>
                <xsd:element ref="ns1:Projektiobjektinumber" minOccurs="0"/>
                <xsd:element ref="ns1:Content" minOccurs="0"/>
                <xsd:element ref="ns1:DocumentNumber" minOccurs="0"/>
                <xsd:element ref="ns1:Enclosures" minOccurs="0"/>
                <xsd:element ref="ns1:Signer" minOccurs="0"/>
                <xsd:element ref="ns1:Allkirjastajaametinimetus" minOccurs="0"/>
                <xsd:element ref="ns1:Creator" minOccurs="0"/>
                <xsd:element ref="ns1:CreatorPhone" minOccurs="0"/>
                <xsd:element ref="ns1:LetterSendingMethod" minOccurs="0"/>
                <xsd:element ref="ns1:DocumentID" minOccurs="0"/>
                <xsd:element ref="ns1:Registrant" minOccurs="0"/>
                <xsd:element ref="ns1:Index" minOccurs="0"/>
                <xsd:element ref="ns1:DocumentSerieNumber" minOccurs="0"/>
                <xsd:element ref="ns1:AddresseeCompanyName" minOccurs="0"/>
                <xsd:element ref="ns1:Adressaadiepostisik" minOccurs="0"/>
                <xsd:element ref="ns1:AddresseeAddress" minOccurs="0"/>
                <xsd:element ref="ns1:AddresseeCode" minOccurs="0"/>
                <xsd:element ref="ns1:AddresseeFax" minOccurs="0"/>
                <xsd:element ref="ns1:Ours" minOccurs="0"/>
                <xsd:element ref="ns1:ReplyDeadline" minOccurs="0"/>
                <xsd:element ref="ns1:RecordRelationships" minOccurs="0"/>
                <xsd:element ref="ns1:CommentsText" minOccurs="0"/>
                <xsd:element ref="ns1:FinancialYear" minOccurs="0"/>
                <xsd:element ref="ns1:RegistrationDate" minOccurs="0"/>
                <xsd:element ref="ns1:SendersCompanyName" minOccurs="0"/>
                <xsd:element ref="ns3:Hanke_x0020_ID" minOccurs="0"/>
                <xsd:element ref="ns3:Seos_x0020_hankega" minOccurs="0"/>
                <xsd:element ref="ns1:ObjectNumber" minOccurs="0"/>
                <xsd:element ref="ns1:InternalDocumentChoice" minOccurs="0"/>
                <xsd:element ref="ns4:AK_x0020__x00f5_iguslik_x0020_alus" minOccurs="0"/>
                <xsd:element ref="ns4:AK_x0020_algus" minOccurs="0"/>
                <xsd:element ref="ns4:AK_x0020_l_x00f5_pp" minOccurs="0"/>
                <xsd:element ref="ns1:Dokumendikpv" minOccurs="0"/>
                <xsd:element ref="ns1:AmphoraIsPublic" minOccurs="0"/>
                <xsd:element ref="ns1:ReplyDate" minOccurs="0"/>
                <xsd:element ref="ns1:TemplateName" minOccurs="0"/>
                <xsd:element ref="ns1:TemplateDate" minOccurs="0"/>
                <xsd:element ref="ns1:RestrictionBeginDate" minOccurs="0"/>
                <xsd:element ref="ns1:RestrictionEndDate" minOccurs="0"/>
                <xsd:element ref="ns1:RestrictionAuthorisation" minOccurs="0"/>
                <xsd:element ref="ns1:SecurityCategory" minOccurs="0"/>
                <xsd:element ref="ns1:SecurityCategoryChangeReason" minOccurs="0"/>
                <xsd:element ref="ns1:SecurityCategoryChangeDate" minOccurs="0"/>
                <xsd:element ref="ns1:PreviousSecurityCategory" minOccurs="0"/>
                <xsd:element ref="ns1:Encryption" minOccurs="0"/>
                <xsd:element ref="ns1:Deadline" minOccurs="0"/>
                <xsd:element ref="ns1:Responsible" minOccurs="0"/>
                <xsd:element ref="ns1:Komments" minOccurs="0"/>
                <xsd:element ref="ns1:CreatorName" minOccurs="0"/>
                <xsd:element ref="ns1:Destroyer" minOccurs="0"/>
                <xsd:element ref="ns1:DocumentStatus" minOccurs="0"/>
                <xsd:element ref="ns1:Approved" minOccurs="0"/>
                <xsd:element ref="ns1:Approver" minOccurs="0"/>
                <xsd:element ref="ns1:ApprovalDate" minOccurs="0"/>
                <xsd:element ref="ns1:RetentionPeriodSetDate" minOccurs="0"/>
                <xsd:element ref="ns1:RetentionPeriodChangeDate" minOccurs="0"/>
                <xsd:element ref="ns1:fawf_IsAssigned" minOccurs="0"/>
                <xsd:element ref="ns1:fawf_Deadline" minOccurs="0"/>
                <xsd:element ref="ns1:fawf_AssignedTo" minOccurs="0"/>
                <xsd:element ref="ns1:fawf_AssignmentStatus" minOccurs="0"/>
                <xsd:element ref="ns1:ValidityBeginDate" minOccurs="0"/>
                <xsd:element ref="ns1:ValidityEndDate" minOccurs="0"/>
                <xsd:element ref="ns1:CurrentOwner" minOccurs="0"/>
                <xsd:element ref="ns1:ReplyDocumentNumber" minOccurs="0"/>
                <xsd:element ref="ns1:LetterSubject" minOccurs="0"/>
                <xsd:element ref="ns1:LetterRequestedAnswerMethod" minOccurs="0"/>
                <xsd:element ref="ns1:DocumentSubject" minOccurs="0"/>
                <xsd:element ref="ns1:AddresseeFirstName" minOccurs="0"/>
                <xsd:element ref="ns1:AddresseeLastName" minOccurs="0"/>
                <xsd:element ref="ns1:AddresseeCompanyStructureUnit" minOccurs="0"/>
                <xsd:element ref="ns1:AddresseePosition" minOccurs="0"/>
                <xsd:element ref="ns1:AddresseeResponsiblePersonName" minOccurs="0"/>
                <xsd:element ref="ns1:CorrespondingInstitutionAddress" minOccurs="0"/>
                <xsd:element ref="ns1:ContactPerson" minOccurs="0"/>
                <xsd:element ref="ns1:DigitalSigners" minOccurs="0"/>
                <xsd:element ref="ns1:TimeLastSigned" minOccurs="0"/>
                <xsd:element ref="ns1:SignatureStatus" minOccurs="0"/>
                <xsd:element ref="ns1:DetachedDate" minOccurs="0"/>
                <xsd:element ref="ns1:DestroyedDate" minOccurs="0"/>
                <xsd:element ref="ns1:Version" minOccurs="0"/>
                <xsd:element ref="ns1:DocumentLocation" minOccurs="0"/>
                <xsd:element ref="ns1:MediaFormat" minOccurs="0"/>
                <xsd:element ref="ns1:CopyReceivers" minOccurs="0"/>
                <xsd:element ref="ns1:ArchivalStatus" minOccurs="0"/>
                <xsd:element ref="ns1:ArchivalDate" minOccurs="0"/>
                <xsd:element ref="ns1:PaperDocumentFolder" minOccurs="0"/>
                <xsd:element ref="ns1:RealEstateID" minOccurs="0"/>
                <xsd:element ref="ns2:Objektinr" minOccurs="0"/>
                <xsd:element ref="ns1:LetterNumber" minOccurs="0"/>
                <xsd:element ref="ns1:Addressee" minOccurs="0"/>
                <xsd:element ref="ns1:Number" minOccurs="0"/>
                <xsd:element ref="ns1:AccessRights" minOccurs="0"/>
                <xsd:element ref="ns1:IsMainDocument" minOccurs="0"/>
                <xsd:element ref="ns1:ProjectNumber" minOccurs="0"/>
                <xsd:element ref="ns1:Asutus" minOccurs="0"/>
                <xsd:element ref="ns1:Sender" minOccurs="0"/>
                <xsd:element ref="ns1:CreatedDate" minOccurs="0"/>
                <xsd:element ref="ns1:Lisad" minOccurs="0"/>
                <xsd:element ref="ns1:Yours" minOccurs="0"/>
                <xsd:element ref="ns1:AmphoraDocID" minOccurs="0"/>
                <xsd:element ref="ns1:AmphoraDocumentType" minOccurs="0"/>
                <xsd:element ref="ns1:AmphoraImportNr" minOccurs="0"/>
                <xsd:element ref="ns4:AK_x0020_kehtestaj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ignedLocation" ma:index="1" nillable="true" ma:displayName="Allkirjastamise koht" ma:internalName="SignedLocation">
      <xsd:simpleType>
        <xsd:restriction base="dms:Text"/>
      </xsd:simpleType>
    </xsd:element>
    <xsd:element name="DocumentSubType" ma:index="2" nillable="true" ma:displayName="Dokumendi alamliik" ma:default="" ma:format="Dropdown" ma:internalName="DocumentSubType">
      <xsd:simpleType>
        <xsd:restriction base="dms:Choice">
          <xsd:enumeration value="Akt"/>
          <xsd:enumeration value="Arve"/>
          <xsd:enumeration value="Garantiikiri"/>
          <xsd:enumeration value="Kiri"/>
          <xsd:enumeration value="Kutse"/>
          <xsd:enumeration value="Leping"/>
          <xsd:enumeration value="Muu"/>
          <xsd:enumeration value="Protokoll"/>
          <xsd:enumeration value="Teatis"/>
        </xsd:restriction>
      </xsd:simpleType>
    </xsd:element>
    <xsd:element name="CorrespondenceType" ma:index="3" nillable="true" ma:displayName="Kirjavahetuse liik" ma:default="" ma:format="Dropdown" ma:internalName="CorrespondenceType">
      <xsd:simpleType>
        <xsd:restriction base="dms:Choice">
          <xsd:enumeration value="Üldkirjavahetus"/>
          <xsd:enumeration value="Projektipõhine"/>
          <xsd:enumeration value="Objektipõhine"/>
        </xsd:restriction>
      </xsd:simpleType>
    </xsd:element>
    <xsd:element name="Projektiobjektinumber" ma:index="4" nillable="true" ma:displayName="Projekt/objekt" ma:internalName="Projektiobjektinumber">
      <xsd:simpleType>
        <xsd:restriction base="dms:Note">
          <xsd:maxLength value="255"/>
        </xsd:restriction>
      </xsd:simpleType>
    </xsd:element>
    <xsd:element name="Content" ma:index="6" nillable="true" ma:displayName="Sisu" ma:default="" ma:description="Lühikokkuvõte kirjast" ma:internalName="Content">
      <xsd:simpleType>
        <xsd:restriction base="dms:Note"/>
      </xsd:simpleType>
    </xsd:element>
    <xsd:element name="DocumentNumber" ma:index="7" nillable="true" ma:displayName="Dokumendi number" ma:description="Kirjale lisatud dokumendi number (nt lepingu, akti, arve jt number)" ma:internalName="DocumentNumber">
      <xsd:simpleType>
        <xsd:restriction base="dms:Text">
          <xsd:maxLength value="255"/>
        </xsd:restriction>
      </xsd:simpleType>
    </xsd:element>
    <xsd:element name="Enclosures" ma:index="8" nillable="true" ma:displayName="Lisad" ma:internalName="Enclosures">
      <xsd:simpleType>
        <xsd:restriction base="dms:Text"/>
      </xsd:simpleType>
    </xsd:element>
    <xsd:element name="Signer" ma:index="9" nillable="true" ma:displayName="Allkirjastaja" ma:SharePointGroup="0" ma:internalName="Sig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llkirjastajaametinimetus" ma:index="10" nillable="true" ma:displayName="Allkirjastaja ametinimetus" ma:internalName="Allkirjastajaametinimetus">
      <xsd:simpleType>
        <xsd:restriction base="dms:Text">
          <xsd:maxLength value="255"/>
        </xsd:restriction>
      </xsd:simpleType>
    </xsd:element>
    <xsd:element name="Creator" ma:index="11" nillable="true" ma:displayName="Koostaja" ma:description="Koostaja/Saatja" ma:SearchPeopleOnly="false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reatorPhone" ma:index="12" nillable="true" ma:displayName="Koostaja telefon" ma:default="" ma:description="Kirja koostaja telefoni nr" ma:internalName="CreatorPhone">
      <xsd:simpleType>
        <xsd:restriction base="dms:Text">
          <xsd:maxLength value="255"/>
        </xsd:restriction>
      </xsd:simpleType>
    </xsd:element>
    <xsd:element name="LetterSendingMethod" ma:index="13" nillable="true" ma:displayName="Kirja saatmise viis" ma:default="" ma:format="Dropdown" ma:internalName="LetterSendingMethod">
      <xsd:simpleType>
        <xsd:restriction base="dms:Choice">
          <xsd:enumeration value="Käsipost"/>
          <xsd:enumeration value="Post"/>
          <xsd:enumeration value="E-post"/>
          <xsd:enumeration value="Faks"/>
          <xsd:enumeration value="Panderoll"/>
          <xsd:enumeration value="Kuller"/>
          <xsd:enumeration value="Telegramm"/>
          <xsd:enumeration value="Tähitud post isiklikult kätte"/>
          <xsd:enumeration value="Kodanikuportaal"/>
        </xsd:restriction>
      </xsd:simpleType>
    </xsd:element>
    <xsd:element name="DocumentID" ma:index="14" nillable="true" ma:displayName="Dokumendi identifikaator" ma:internalName="DocumentID">
      <xsd:simpleType>
        <xsd:restriction base="dms:Text"/>
      </xsd:simpleType>
    </xsd:element>
    <xsd:element name="Registrant" ma:index="15" nillable="true" ma:displayName="Registreerija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ex" ma:index="16" nillable="true" ma:displayName="Indeks" ma:internalName="Index">
      <xsd:simpleType>
        <xsd:restriction base="dms:Text"/>
      </xsd:simpleType>
    </xsd:element>
    <xsd:element name="DocumentSerieNumber" ma:index="17" nillable="true" ma:displayName="Dokumendi järg" ma:decimals="0" ma:internalName="DocumentSerieNumber">
      <xsd:simpleType>
        <xsd:restriction base="dms:Number"/>
      </xsd:simpleType>
    </xsd:element>
    <xsd:element name="AddresseeCompanyName" ma:index="18" nillable="true" ma:displayName="Adressaadi asutuse nimi" ma:internalName="AddresseeCompanyName">
      <xsd:simpleType>
        <xsd:restriction base="dms:Text"/>
      </xsd:simpleType>
    </xsd:element>
    <xsd:element name="Adressaadiepostisik" ma:index="19" nillable="true" ma:displayName="Adressaadi e-post/isik" ma:internalName="Adressaadiepostisik">
      <xsd:simpleType>
        <xsd:restriction base="dms:Text">
          <xsd:maxLength value="100"/>
        </xsd:restriction>
      </xsd:simpleType>
    </xsd:element>
    <xsd:element name="AddresseeAddress" ma:index="20" nillable="true" ma:displayName="Adressaadi postiaadress" ma:internalName="AddresseeAddress">
      <xsd:simpleType>
        <xsd:restriction base="dms:Text"/>
      </xsd:simpleType>
    </xsd:element>
    <xsd:element name="AddresseeCode" ma:index="21" nillable="true" ma:displayName="Adressaadi postiindeks" ma:default="" ma:internalName="AddresseeCode">
      <xsd:simpleType>
        <xsd:restriction base="dms:Text">
          <xsd:maxLength value="255"/>
        </xsd:restriction>
      </xsd:simpleType>
    </xsd:element>
    <xsd:element name="AddresseeFax" ma:index="22" nillable="true" ma:displayName="Adressaadi linn" ma:default="" ma:internalName="AddresseeFax">
      <xsd:simpleType>
        <xsd:restriction base="dms:Text">
          <xsd:maxLength value="255"/>
        </xsd:restriction>
      </xsd:simpleType>
    </xsd:element>
    <xsd:element name="Ours" ma:index="23" nillable="true" ma:displayName="TEIE" ma:default="" ma:description="Sissetulnud kirja kpv ja nr. Sisestada järgmine kuju: 00.00.0000 nr 0 (vastuskirja puhul täitub väli automaatselt)" ma:internalName="Ours">
      <xsd:simpleType>
        <xsd:restriction base="dms:Text">
          <xsd:maxLength value="255"/>
        </xsd:restriction>
      </xsd:simpleType>
    </xsd:element>
    <xsd:element name="ReplyDeadline" ma:index="24" nillable="true" ma:displayName="Vastamise tähtaeg" ma:default="" ma:description="Täita juhul, kui oodatakse vastust" ma:format="DateTime" ma:internalName="ReplyDeadline">
      <xsd:simpleType>
        <xsd:restriction base="dms:DateTime"/>
      </xsd:simpleType>
    </xsd:element>
    <xsd:element name="RecordRelationships" ma:index="25" nillable="true" ma:displayName="Seosed" ma:list="04b08a58-6d8b-431e-b4bf-d820001d2ddb" ma:internalName="RecordRelationships" ma:showField="ID">
      <xsd:simpleType>
        <xsd:restriction base="dms:Unknown"/>
      </xsd:simpleType>
    </xsd:element>
    <xsd:element name="CommentsText" ma:index="26" nillable="true" ma:displayName="Märkused" ma:default="" ma:description="Siia kirjuta märkus, kui kiri jäi välja saatmata või edastati mitmele asutusele." ma:internalName="CommentsText">
      <xsd:simpleType>
        <xsd:restriction base="dms:Note">
          <xsd:maxLength value="255"/>
        </xsd:restriction>
      </xsd:simpleType>
    </xsd:element>
    <xsd:element name="FinancialYear" ma:index="27" nillable="true" ma:displayName="Asjaajamise aasta" ma:decimals="0" ma:internalName="FinancialYear">
      <xsd:simpleType>
        <xsd:restriction base="dms:Number"/>
      </xsd:simpleType>
    </xsd:element>
    <xsd:element name="RegistrationDate" ma:index="28" nillable="true" ma:displayName="Registreerimise kuupäev" ma:default="" ma:internalName="RegistrationDate">
      <xsd:simpleType>
        <xsd:restriction base="dms:DateTime"/>
      </xsd:simpleType>
    </xsd:element>
    <xsd:element name="SendersCompanyName" ma:index="30" nillable="true" ma:displayName="Saatja asutuse nimi" ma:internalName="SendersCompanyName">
      <xsd:simpleType>
        <xsd:restriction base="dms:Text"/>
      </xsd:simpleType>
    </xsd:element>
    <xsd:element name="ObjectNumber" ma:index="33" nillable="true" ma:displayName="Objekti number" ma:default="" ma:internalName="ObjectNumber">
      <xsd:simpleType>
        <xsd:restriction base="dms:Text">
          <xsd:maxLength value="255"/>
        </xsd:restriction>
      </xsd:simpleType>
    </xsd:element>
    <xsd:element name="InternalDocumentChoice" ma:index="34" nillable="true" ma:displayName="Asutusesiseseks kasutamiseks" ma:default="0" ma:description="Dokument on määratud asutusesiseseks kasutamiseks Jah/Ei" ma:internalName="InternalDocumentChoice">
      <xsd:simpleType>
        <xsd:restriction base="dms:Boolean"/>
      </xsd:simpleType>
    </xsd:element>
    <xsd:element name="Dokumendikpv" ma:index="38" nillable="true" ma:displayName="Dokumendi kpv" ma:default="" ma:description="Sisestada kirjal olev kuupäev" ma:format="DateOnly" ma:hidden="true" ma:internalName="Dokumendikpv">
      <xsd:simpleType>
        <xsd:restriction base="dms:DateTime"/>
      </xsd:simpleType>
    </xsd:element>
    <xsd:element name="AmphoraIsPublic" ma:index="39" nillable="true" ma:displayName="Amphora avalikustatud" ma:hidden="true" ma:internalName="AmphoraIsPublic">
      <xsd:simpleType>
        <xsd:restriction base="dms:Boolean"/>
      </xsd:simpleType>
    </xsd:element>
    <xsd:element name="ReplyDate" ma:index="40" nillable="true" ma:displayName="Vastamise kuupäev" ma:hidden="true" ma:internalName="ReplyDate">
      <xsd:simpleType>
        <xsd:restriction base="dms:DateTime"/>
      </xsd:simpleType>
    </xsd:element>
    <xsd:element name="TemplateName" ma:index="43" nillable="true" ma:displayName="Malli nimetus" ma:hidden="true" ma:internalName="TemplateName">
      <xsd:simpleType>
        <xsd:restriction base="dms:Text"/>
      </xsd:simpleType>
    </xsd:element>
    <xsd:element name="TemplateDate" ma:index="44" nillable="true" ma:displayName="Malli kuupäev" ma:hidden="true" ma:internalName="TemplateDate">
      <xsd:simpleType>
        <xsd:restriction base="dms:DateTime"/>
      </xsd:simpleType>
    </xsd:element>
    <xsd:element name="RestrictionBeginDate" ma:index="45" nillable="true" ma:displayName="Piirangu algus" ma:hidden="true" ma:internalName="RestrictionBeginDate" ma:readOnly="true">
      <xsd:simpleType>
        <xsd:restriction base="dms:DateTime"/>
      </xsd:simpleType>
    </xsd:element>
    <xsd:element name="RestrictionEndDate" ma:index="46" nillable="true" ma:displayName="Piirangu lõpp" ma:hidden="true" ma:internalName="RestrictionEndDate" ma:readOnly="true">
      <xsd:simpleType>
        <xsd:restriction base="dms:DateTime"/>
      </xsd:simpleType>
    </xsd:element>
    <xsd:element name="RestrictionAuthorisation" ma:index="47" nillable="true" ma:displayName="Piirangu alus" ma:hidden="true" ma:internalName="RestrictionAuthorisation" ma:readOnly="true">
      <xsd:simpleType>
        <xsd:restriction base="dms:Text"/>
      </xsd:simpleType>
    </xsd:element>
    <xsd:element name="SecurityCategory" ma:index="48" nillable="true" ma:displayName="Turvaklass" ma:hidden="true" ma:internalName="SecurityCategory" ma:readOnly="true">
      <xsd:simpleType>
        <xsd:restriction base="dms:Text"/>
      </xsd:simpleType>
    </xsd:element>
    <xsd:element name="SecurityCategoryChangeReason" ma:index="49" nillable="true" ma:displayName="Turvaklassi muutmise põhjus" ma:internalName="SecurityCategoryChangeReason" ma:readOnly="true">
      <xsd:simpleType>
        <xsd:restriction base="dms:Text"/>
      </xsd:simpleType>
    </xsd:element>
    <xsd:element name="SecurityCategoryChangeDate" ma:index="50" nillable="true" ma:displayName="Turvaklassi muutmise kuupäev" ma:internalName="SecurityCategoryChangeDate" ma:readOnly="true">
      <xsd:simpleType>
        <xsd:restriction base="dms:DateTime"/>
      </xsd:simpleType>
    </xsd:element>
    <xsd:element name="PreviousSecurityCategory" ma:index="51" nillable="true" ma:displayName="Eelmine turvaklass" ma:internalName="PreviousSecurityCategory" ma:readOnly="true">
      <xsd:simpleType>
        <xsd:restriction base="dms:Text"/>
      </xsd:simpleType>
    </xsd:element>
    <xsd:element name="Encryption" ma:index="52" nillable="true" ma:displayName="Krüpteering" ma:internalName="Encryption" ma:readOnly="true">
      <xsd:simpleType>
        <xsd:restriction base="dms:Text"/>
      </xsd:simpleType>
    </xsd:element>
    <xsd:element name="Deadline" ma:index="53" nillable="true" ma:displayName="Tähtaeg" ma:hidden="true" ma:internalName="Deadline">
      <xsd:simpleType>
        <xsd:restriction base="dms:DateTime"/>
      </xsd:simpleType>
    </xsd:element>
    <xsd:element name="Responsible" ma:index="54" nillable="true" ma:displayName="Vastutajad" ma:hidden="true" ma:internalName="Responsib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s" ma:index="55" nillable="true" ma:displayName="Kommentaarid" ma:default="" ma:description="Siia kirjuta märkus, kui kiri näiteks ei läinudki välja" ma:hidden="true" ma:internalName="Komments">
      <xsd:simpleType>
        <xsd:restriction base="dms:Note"/>
      </xsd:simpleType>
    </xsd:element>
    <xsd:element name="CreatorName" ma:index="56" nillable="true" ma:displayName="Koostaja nimi" ma:default="" ma:description="Sissetulnud kirja koostaja" ma:hidden="true" ma:internalName="CreatorName">
      <xsd:simpleType>
        <xsd:restriction base="dms:Text">
          <xsd:maxLength value="255"/>
        </xsd:restriction>
      </xsd:simpleType>
    </xsd:element>
    <xsd:element name="Destroyer" ma:index="57" nillable="true" ma:displayName="Hävitamise teostaja" ma:hidden="true" ma:internalName="Destroy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Status" ma:index="58" nillable="true" ma:displayName="Dokumendi olek" ma:default="Töös" ma:hidden="true" ma:internalName="DocumentStatus">
      <xsd:simpleType>
        <xsd:restriction base="dms:Choice">
          <xsd:enumeration value="Töös"/>
          <xsd:enumeration value="Ootab registreerimist"/>
          <xsd:enumeration value="Registreeritud"/>
          <xsd:enumeration value="Arhiveeritud"/>
          <xsd:enumeration value="Lõpetatud"/>
          <xsd:enumeration value="Allkirjastatud"/>
          <xsd:enumeration value="Kooskõlastatud"/>
          <xsd:enumeration value="Kooskõlastamisel"/>
          <xsd:enumeration value="Allkirjastamisel"/>
        </xsd:restriction>
      </xsd:simpleType>
    </xsd:element>
    <xsd:element name="Approved" ma:index="59" nillable="true" ma:displayName="Kooskõlastatud" ma:hidden="true" ma:internalName="Approved">
      <xsd:simpleType>
        <xsd:restriction base="dms:Boolean"/>
      </xsd:simpleType>
    </xsd:element>
    <xsd:element name="Approver" ma:index="60" nillable="true" ma:displayName="Kooskõlastaja" ma:hidden="true" ma:internalName="Approv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provalDate" ma:index="61" nillable="true" ma:displayName="Kooskõlastamise kuupäev" ma:hidden="true" ma:internalName="ApprovalDate">
      <xsd:simpleType>
        <xsd:restriction base="dms:DateTime"/>
      </xsd:simpleType>
    </xsd:element>
    <xsd:element name="RetentionPeriodSetDate" ma:index="62" nillable="true" ma:displayName="Säilitustähtaja märkimine" ma:hidden="true" ma:internalName="RetentionPeriodSetDate">
      <xsd:simpleType>
        <xsd:restriction base="dms:DateTime"/>
      </xsd:simpleType>
    </xsd:element>
    <xsd:element name="RetentionPeriodChangeDate" ma:index="63" nillable="true" ma:displayName="Säilitustähtaja muutmine" ma:hidden="true" ma:internalName="RetentionPeriodChangeDate">
      <xsd:simpleType>
        <xsd:restriction base="dms:DateTime"/>
      </xsd:simpleType>
    </xsd:element>
    <xsd:element name="fawf_IsAssigned" ma:index="64" nillable="true" ma:displayName="Täitmisele määratud" ma:default="FALSE" ma:hidden="true" ma:internalName="fawf_IsAssigned">
      <xsd:simpleType>
        <xsd:restriction base="dms:Boolean"/>
      </xsd:simpleType>
    </xsd:element>
    <xsd:element name="fawf_Deadline" ma:index="65" nillable="true" ma:displayName="Täitmise tähtaeg" ma:default="" ma:hidden="true" ma:internalName="fawf_Deadline">
      <xsd:simpleType>
        <xsd:restriction base="dms:DateTime"/>
      </xsd:simpleType>
    </xsd:element>
    <xsd:element name="fawf_AssignedTo" ma:index="66" nillable="true" ma:displayName="Täitja" ma:hidden="true" ma:internalName="fawf_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awf_AssignmentStatus" ma:index="67" nillable="true" ma:displayName="Täitmise staatus" ma:hidden="true" ma:internalName="fawf_AssignmentStatus">
      <xsd:simpleType>
        <xsd:restriction base="dms:Choice">
          <xsd:enumeration value="Edenemisel"/>
          <xsd:enumeration value="Tagasi lükatud"/>
          <xsd:enumeration value="Lõpule viidud"/>
        </xsd:restriction>
      </xsd:simpleType>
    </xsd:element>
    <xsd:element name="ValidityBeginDate" ma:index="68" nillable="true" ma:displayName="Kehtivuse algus" ma:hidden="true" ma:internalName="ValidityBeginDate">
      <xsd:simpleType>
        <xsd:restriction base="dms:DateTime"/>
      </xsd:simpleType>
    </xsd:element>
    <xsd:element name="ValidityEndDate" ma:index="69" nillable="true" ma:displayName="Kehtivuse lõpp" ma:hidden="true" ma:internalName="ValidityEndDate">
      <xsd:simpleType>
        <xsd:restriction base="dms:DateTime"/>
      </xsd:simpleType>
    </xsd:element>
    <xsd:element name="CurrentOwner" ma:index="70" nillable="true" ma:displayName="Dokumendi omanik" ma:hidden="true" ma:internalName="Current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plyDocumentNumber" ma:index="71" nillable="true" ma:displayName="Vastusdokumendi number" ma:hidden="true" ma:internalName="ReplyDocumentNumber">
      <xsd:simpleType>
        <xsd:restriction base="dms:Text"/>
      </xsd:simpleType>
    </xsd:element>
    <xsd:element name="LetterSubject" ma:index="72" nillable="true" ma:displayName="Kirja teema" ma:hidden="true" ma:internalName="LetterSubject">
      <xsd:simpleType>
        <xsd:restriction base="dms:Choice">
          <xsd:enumeration value="Asjaajamine ja arhiivitöö"/>
          <xsd:enumeration value="Kooskõlastamisel olevad lepingud"/>
          <xsd:enumeration value="Koolitus"/>
          <xsd:enumeration value="Majandamine, IT"/>
        </xsd:restriction>
      </xsd:simpleType>
    </xsd:element>
    <xsd:element name="LetterRequestedAnswerMethod" ma:index="73" nillable="true" ma:displayName="Soovitud vastamise viis" ma:hidden="true" ma:internalName="LetterRequestedAnswerMethod">
      <xsd:simpleType>
        <xsd:restriction base="dms:Choice">
          <xsd:enumeration value="Käsipost"/>
          <xsd:enumeration value="Post"/>
          <xsd:enumeration value="E-post"/>
          <xsd:enumeration value="Faks"/>
          <xsd:enumeration value="Telefonikõne"/>
          <xsd:enumeration value="Panderoll"/>
          <xsd:enumeration value="Kuller"/>
          <xsd:enumeration value="Telegramm"/>
          <xsd:enumeration value="Tähitud post isiklikult kätte"/>
          <xsd:enumeration value="E-kodanik"/>
          <xsd:enumeration value="Kodanikuportaal"/>
        </xsd:restriction>
      </xsd:simpleType>
    </xsd:element>
    <xsd:element name="DocumentSubject" ma:index="74" nillable="true" ma:displayName="Teema" ma:hidden="true" ma:internalName="DocumentSubject">
      <xsd:simpleType>
        <xsd:restriction base="dms:Text"/>
      </xsd:simpleType>
    </xsd:element>
    <xsd:element name="AddresseeFirstName" ma:index="75" nillable="true" ma:displayName="Adressaadi eesnimi" ma:hidden="true" ma:internalName="AddresseeFirstName">
      <xsd:simpleType>
        <xsd:restriction base="dms:Text"/>
      </xsd:simpleType>
    </xsd:element>
    <xsd:element name="AddresseeLastName" ma:index="76" nillable="true" ma:displayName="Adressaadi perekonnanimi" ma:hidden="true" ma:internalName="AddresseeLastName">
      <xsd:simpleType>
        <xsd:restriction base="dms:Text"/>
      </xsd:simpleType>
    </xsd:element>
    <xsd:element name="AddresseeCompanyStructureUnit" ma:index="77" nillable="true" ma:displayName="Adressaadi asutuse struktuuriüksus" ma:hidden="true" ma:internalName="AddresseeCompanyStructureUnit">
      <xsd:simpleType>
        <xsd:restriction base="dms:Text"/>
      </xsd:simpleType>
    </xsd:element>
    <xsd:element name="AddresseePosition" ma:index="78" nillable="true" ma:displayName="Adressaadi ametinimetus" ma:hidden="true" ma:internalName="AddresseePosition">
      <xsd:simpleType>
        <xsd:restriction base="dms:Text"/>
      </xsd:simpleType>
    </xsd:element>
    <xsd:element name="AddresseeResponsiblePersonName" ma:index="79" nillable="true" ma:displayName="Adressaadi poolne vastutav isik" ma:hidden="true" ma:internalName="AddresseeResponsiblePersonName">
      <xsd:simpleType>
        <xsd:restriction base="dms:Text"/>
      </xsd:simpleType>
    </xsd:element>
    <xsd:element name="CorrespondingInstitutionAddress" ma:index="80" nillable="true" ma:displayName="Asutuse aadress" ma:hidden="true" ma:internalName="CorrespondingInstitutionAddress">
      <xsd:simpleType>
        <xsd:restriction base="dms:Text"/>
      </xsd:simpleType>
    </xsd:element>
    <xsd:element name="ContactPerson" ma:index="81" nillable="true" ma:displayName="Kontaktisik" ma:hidden="true" ma:internalName="ContactPerson">
      <xsd:simpleType>
        <xsd:restriction base="dms:Text"/>
      </xsd:simpleType>
    </xsd:element>
    <xsd:element name="DigitalSigners" ma:index="82" nillable="true" ma:displayName="Allkirjastajad" ma:description="Inimeste nimed, kes on digitaalselt allkirjastanud dokumendi. Uuendatakse automaatselt." ma:hidden="true" ma:internalName="DigitalSigners" ma:readOnly="false">
      <xsd:simpleType>
        <xsd:restriction base="dms:Note"/>
      </xsd:simpleType>
    </xsd:element>
    <xsd:element name="TimeLastSigned" ma:index="83" nillable="true" ma:displayName="Viimase allkirja aeg" ma:description="Aeg, millal viimati allkirjastati dokument. Uuendatakse automaatselt." ma:hidden="true" ma:internalName="TimeLastSigned" ma:readOnly="false">
      <xsd:simpleType>
        <xsd:restriction base="dms:DateTime"/>
      </xsd:simpleType>
    </xsd:element>
    <xsd:element name="SignatureStatus" ma:index="84" nillable="true" ma:displayName="Allkirja staatus" ma:default="Pending" ma:description="Digitaalse allkirja staatus." ma:format="RadioButtons" ma:hidden="true" ma:internalName="SignatureStatus" ma:readOnly="false">
      <xsd:simpleType>
        <xsd:restriction base="dms:Choice">
          <xsd:enumeration value="OK"/>
          <xsd:enumeration value="Invalid"/>
          <xsd:enumeration value="Pending"/>
          <xsd:enumeration value="Not signed"/>
        </xsd:restriction>
      </xsd:simpleType>
    </xsd:element>
    <xsd:element name="DetachedDate" ma:index="85" nillable="true" ma:displayName="Eraldamise kuupäev" ma:default="" ma:hidden="true" ma:internalName="DetachedDate" ma:readOnly="true">
      <xsd:simpleType>
        <xsd:restriction base="dms:DateTime"/>
      </xsd:simpleType>
    </xsd:element>
    <xsd:element name="DestroyedDate" ma:index="86" nillable="true" ma:displayName="Hävitamise kuupäev" ma:default="" ma:hidden="true" ma:internalName="DestroyedDate" ma:readOnly="true">
      <xsd:simpleType>
        <xsd:restriction base="dms:DateTime"/>
      </xsd:simpleType>
    </xsd:element>
    <xsd:element name="Version" ma:index="87" nillable="true" ma:displayName="Versioon" ma:decimals="0" ma:default="1" ma:hidden="true" ma:internalName="Version" ma:readOnly="true">
      <xsd:simpleType>
        <xsd:restriction base="dms:Number"/>
      </xsd:simpleType>
    </xsd:element>
    <xsd:element name="DocumentLocation" ma:index="88" nillable="true" ma:displayName="Dokumendi asukoht" ma:hidden="true" ma:internalName="DocumentLocation">
      <xsd:simpleType>
        <xsd:restriction base="dms:Text"/>
      </xsd:simpleType>
    </xsd:element>
    <xsd:element name="MediaFormat" ma:index="89" nillable="true" ma:displayName="Tüüp" ma:hidden="true" ma:internalName="MediaFormat" ma:readOnly="true">
      <xsd:simpleType>
        <xsd:restriction base="dms:Text"/>
      </xsd:simpleType>
    </xsd:element>
    <xsd:element name="CopyReceivers" ma:index="90" nillable="true" ma:displayName="Koopiate saajad" ma:hidden="true" ma:internalName="CopyReceiver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chivalStatus" ma:index="91" nillable="true" ma:displayName="Arhiivi staatus" ma:hidden="true" ma:internalName="ArchivalStatus">
      <xsd:simpleType>
        <xsd:restriction base="dms:Choice">
          <xsd:enumeration value="Arhiveerimata"/>
          <xsd:enumeration value="Arhiiveeritud"/>
          <xsd:enumeration value="Hävitatud"/>
        </xsd:restriction>
      </xsd:simpleType>
    </xsd:element>
    <xsd:element name="ArchivalDate" ma:index="92" nillable="true" ma:displayName="Arhiveerimise kuupäev" ma:hidden="true" ma:internalName="ArchivalDate">
      <xsd:simpleType>
        <xsd:restriction base="dms:DateTime"/>
      </xsd:simpleType>
    </xsd:element>
    <xsd:element name="PaperDocumentFolder" ma:index="93" nillable="true" ma:displayName="Paberkandja kaust" ma:hidden="true" ma:internalName="PaperDocumentFolder">
      <xsd:simpleType>
        <xsd:restriction base="dms:Text"/>
      </xsd:simpleType>
    </xsd:element>
    <xsd:element name="RealEstateID" ma:index="94" nillable="true" ma:displayName="Kinnistu tunnus" ma:hidden="true" ma:internalName="RealEstateID">
      <xsd:simpleType>
        <xsd:restriction base="dms:Text"/>
      </xsd:simpleType>
    </xsd:element>
    <xsd:element name="LetterNumber" ma:index="96" nillable="true" ma:displayName="Kirja number" ma:decimals="0" ma:hidden="true" ma:internalName="LetterNumber">
      <xsd:simpleType>
        <xsd:restriction base="dms:Number"/>
      </xsd:simpleType>
    </xsd:element>
    <xsd:element name="Addressee" ma:index="97" nillable="true" ma:displayName="Adressaat" ma:hidden="true" ma:internalName="Addressee">
      <xsd:simpleType>
        <xsd:restriction base="dms:Text"/>
      </xsd:simpleType>
    </xsd:element>
    <xsd:element name="Number" ma:index="98" nillable="true" ma:displayName="Number" ma:decimals="0" ma:default="" ma:description="järjekorranumber, tuleb automaatselt" ma:hidden="true" ma:internalName="Number" ma:percentage="FALSE">
      <xsd:simpleType>
        <xsd:restriction base="dms:Number"/>
      </xsd:simpleType>
    </xsd:element>
    <xsd:element name="AccessRights" ma:index="99" nillable="true" ma:displayName="Juurdepääsupiirang" ma:description="" ma:hidden="true" ma:list="28fad414-3f0b-4a27-8bad-acd440cbdeb2" ma:internalName="AccessRights" ma:showField="Märgend">
      <xsd:simpleType>
        <xsd:restriction base="dms:Lookup"/>
      </xsd:simpleType>
    </xsd:element>
    <xsd:element name="IsMainDocument" ma:index="100" nillable="true" ma:displayName="On põhidokument" ma:default="TRUE" ma:hidden="true" ma:internalName="IsMainDocument">
      <xsd:simpleType>
        <xsd:restriction base="dms:Boolean"/>
      </xsd:simpleType>
    </xsd:element>
    <xsd:element name="ProjectNumber" ma:index="101" nillable="true" ma:displayName="Projekti number" ma:hidden="true" ma:internalName="ProjectNumber">
      <xsd:simpleType>
        <xsd:restriction base="dms:Text"/>
      </xsd:simpleType>
    </xsd:element>
    <xsd:element name="Asutus" ma:index="102" nillable="true" ma:displayName="Asutus" ma:hidden="true" ma:internalName="Asutus">
      <xsd:simpleType>
        <xsd:restriction base="dms:Unknown"/>
      </xsd:simpleType>
    </xsd:element>
    <xsd:element name="Sender" ma:index="103" nillable="true" ma:displayName="Saatja" ma:hidden="true" ma:internalName="Sender">
      <xsd:simpleType>
        <xsd:restriction base="dms:Text"/>
      </xsd:simpleType>
    </xsd:element>
    <xsd:element name="CreatedDate" ma:index="104" nillable="true" ma:displayName="Koostamise aeg" ma:default="" ma:hidden="true" ma:internalName="CreatedDate">
      <xsd:simpleType>
        <xsd:restriction base="dms:DateTime"/>
      </xsd:simpleType>
    </xsd:element>
    <xsd:element name="Lisad" ma:index="105" nillable="true" ma:displayName="Lisad" ma:hidden="true" ma:internalName="Lisad">
      <xsd:simpleType>
        <xsd:restriction base="dms:Unknown"/>
      </xsd:simpleType>
    </xsd:element>
    <xsd:element name="Yours" ma:index="110" nillable="true" ma:displayName="TEIE" ma:default="" ma:description="Täita sissetulnud kirjade puhul. Sisestada järgmine kuju: Dokumendi kpv nr ja Dokumendi nr (00.00.0000 nr 00)" ma:hidden="true" ma:internalName="Yours">
      <xsd:simpleType>
        <xsd:restriction base="dms:Text">
          <xsd:maxLength value="255"/>
        </xsd:restriction>
      </xsd:simpleType>
    </xsd:element>
    <xsd:element name="AmphoraDocID" ma:index="111" nillable="true" ma:displayName="Amphora dokumendi ID" ma:hidden="true" ma:internalName="AmphoraDocID">
      <xsd:simpleType>
        <xsd:restriction base="dms:Number"/>
      </xsd:simpleType>
    </xsd:element>
    <xsd:element name="AmphoraDocumentType" ma:index="112" nillable="true" ma:displayName="Amphora dokumendi teema" ma:hidden="true" ma:internalName="AmphoraDocumentType">
      <xsd:simpleType>
        <xsd:restriction base="dms:Text"/>
      </xsd:simpleType>
    </xsd:element>
    <xsd:element name="AmphoraImportNr" ma:index="113" nillable="true" ma:displayName="AmphoraImportNr" ma:hidden="true" ma:internalName="AmphoraImportNr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6465C4-BBBB-4211-855B-D9C2AAA1834C" elementFormDefault="qualified">
    <xsd:import namespace="http://schemas.microsoft.com/office/2006/documentManagement/types"/>
    <xsd:import namespace="http://schemas.microsoft.com/office/infopath/2007/PartnerControls"/>
    <xsd:element name="Objektinr" ma:index="95" nillable="true" ma:displayName="Objekti nr" ma:hidden="true" ma:list="7348ed3d-f77c-44a9-b277-2ae0f0f0c428" ma:internalName="Objektinr" ma:showField="Objektinragressos" ma:web="b0f6981a-a0d0-42cb-93f4-c67921145ffa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f6981a-a0d0-42cb-93f4-c67921145ffa" elementFormDefault="qualified">
    <xsd:import namespace="http://schemas.microsoft.com/office/2006/documentManagement/types"/>
    <xsd:import namespace="http://schemas.microsoft.com/office/infopath/2007/PartnerControls"/>
    <xsd:element name="Hanke_x0020_ID" ma:index="31" nillable="true" ma:displayName="Hanke ID" ma:internalName="Hanke_x0020_ID">
      <xsd:simpleType>
        <xsd:restriction base="dms:Text">
          <xsd:maxLength value="255"/>
        </xsd:restriction>
      </xsd:simpleType>
    </xsd:element>
    <xsd:element name="Seos_x0020_hankega" ma:index="32" nillable="true" ma:displayName="Seos hankega" ma:internalName="Seos_x0020_hankeg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6465c4-bbbb-4211-855b-d9c2aaa1834c" elementFormDefault="qualified">
    <xsd:import namespace="http://schemas.microsoft.com/office/2006/documentManagement/types"/>
    <xsd:import namespace="http://schemas.microsoft.com/office/infopath/2007/PartnerControls"/>
    <xsd:element name="AK_x0020__x00f5_iguslik_x0020_alus" ma:index="35" nillable="true" ma:displayName="AK õiguslik alus" ma:description="Õiguslik alus asutusesiseseks tunnistamisel vastavalt AvTS § 35:" ma:format="Dropdown" ma:internalName="AK_x0020__x00f5_iguslik_x0020_alus">
      <xsd:simpleType>
        <xsd:restriction base="dms:Choice">
          <xsd:enumeration value="---"/>
          <xsd:enumeration value="•kriminaal- või väärteomenetluses kogutud teave (lg 1 p 1)"/>
          <xsd:enumeration value="•riikliku järelevalve menetluse käigus kogutud teave (lg 1 p2 )"/>
          <xsd:enumeration value="•teave, mille avalikuks tulek kahjustaks riigi välissuhtlemist (lg 1 p 3)"/>
          <xsd:enumeration value="•teave kaitseväe relvastuse ja varustuse tabelite ning hulga kohta, v.a. riigisaladuse korral (lg 1 p 4)"/>
          <xsd:enumeration value="•riigivara, mis antakse kaitseväe valdusse sõjalise valmisoleku tõstmisel ja mobilisatsiooni korral (lg 1 p 5)"/>
          <xsd:enumeration value="•teave politsei tegevuse meetodite ja taktika kohta, kui selle avalikuks tulek võib raskendada süütegude avastamist või soodustada nende toimepanemist (lg 1 p 5-1)"/>
          <xsd:enumeration value="•teave politsei relvastuse hulga kohta, v.a. riigisaladuse korral (lg 1 p 5-2)"/>
          <xsd:enumeration value="•teave riigikaitselise sundkoormise kohta (lg 1 p 6)"/>
          <xsd:enumeration value="•teave, mille avalikuks tulek ohustaks muinsuskaitse all olevat objekti või muuseumikogusse kuuluvat museaali (lg 1 p 7)"/>
          <xsd:enumeration value="•teave, mille avalikuks tulek ohustaks kaitseala või kaitsealuse liigi ning tema elupaiga või kasvukoha säilimist (lg 1 p 8)"/>
          <xsd:enumeration value="•teave turvasüsteemide, turvaorganisatsiooni või turvameetmete kirjelduse kohta (lg 1 p 9)"/>
          <xsd:enumeration value="•teave tehnoloogiliste lahenduste kohta, kui sellise teabe avalikuks tulek kahjustaks teabevaldaja huve või sellise teabe asutusesiseseks kasutamiseks tunnistamine on ette nähtud eraõigusliku isikuga sõlmitud lepingus (lg 1 p 10)"/>
          <xsd:enumeration value="•teave, mis sisaldab delikaatseid isikuandmeid (lg 1 p 11)"/>
          <xsd:enumeration value="•teave, mis sisaldab isikuandmeid, kui sellisele teabele juurdepääsu võimaldamine kahjustaks oluliselt andmesubjekti eraelu puutumatust (lg p 12)"/>
          <xsd:enumeration value="•teave, mis sisaldab perekonnaelu üksikasju kirjeldavaid andmeid (lg 1 p 13)"/>
          <xsd:enumeration value="•teave sotsiaalabi või sotsiaalteenuste osutamise taotlemise kohta (lg 1 p 14)"/>
          <xsd:enumeration value="•teave, mis kirjeldab isiku vaimseid või füüsilisi kannatusi (lg 1 p 15)"/>
          <xsd:enumeration value="• isiku kohta seoses maksustamisega kogutud teave, välja arvatud teabe maksuvõlgnevuste kohta (lg 1 p 16)"/>
          <xsd:enumeration value="• teave, mille avalikustamine võib kahjustada ärisaladust (lg 1 p 17)"/>
          <xsd:enumeration value="•siseauditi aruanded enne nende kinnitamist asutuse juhi poolt (lg 1 p 18)"/>
          <xsd:enumeration value="•elutähtsa teenuse riskianalüüsi ja toimepidevuse plaani puudutav teave (lg 1 p 18-1)"/>
          <xsd:enumeration value="•seaduses sätestatud muu teave (lg 1 p 19)"/>
          <xsd:enumeration value="•õigustloovate aktide eelnõud enne nende kooskõlastamiseks saatmist või vastuvõtmiseks esitamist (lg 2 p 1)"/>
          <xsd:enumeration value="•dokumendi kavand ja selle juurde kuuluvad dokumendid enne nende vastuvõtmist või allakirjutamist – ainult riik ja KOV (lg 2 p2)"/>
          <xsd:enumeration value="•põhjendatud juhtudel asutusesiseselt adresseeritud dokumendid, mida dokumendiregistris ei registreerita (arvamused, teated, memod, õiendid, nõuanded jm) – ainult riik ja KOV (lg 2 p 3)"/>
          <xsd:enumeration value="•tsiviilkohtumenetluses riigi kui menetlusosalise huvisid kahjustada võiv teave kuni kohtulahendi tegemiseni (lg 2 p 4)."/>
        </xsd:restriction>
      </xsd:simpleType>
    </xsd:element>
    <xsd:element name="AK_x0020_algus" ma:index="36" nillable="true" ma:displayName="AK algus" ma:description="Juurdepääsupiirangu algus" ma:format="DateOnly" ma:internalName="AK_x0020_algus">
      <xsd:simpleType>
        <xsd:restriction base="dms:DateTime"/>
      </xsd:simpleType>
    </xsd:element>
    <xsd:element name="AK_x0020_l_x00f5_pp" ma:index="37" nillable="true" ma:displayName="AK lõpp" ma:description="Juurdepääsupiirangu lõpp" ma:format="DateOnly" ma:internalName="AK_x0020_l_x00f5_pp">
      <xsd:simpleType>
        <xsd:restriction base="dms:DateTime"/>
      </xsd:simpleType>
    </xsd:element>
    <xsd:element name="AK_x0020_kehtestaja" ma:index="114" nillable="true" ma:displayName="AK kehtestaja" ma:list="UserInfo" ma:SharePointGroup="0" ma:internalName="AK_x0020_kehtestaj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6" ma:displayName="Sisutüüp"/>
        <xsd:element ref="dc:title" maxOccurs="1" ma:index="5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4CE82-63B7-4326-A109-B8CFDF89693A}"/>
</file>

<file path=customXml/itemProps2.xml><?xml version="1.0" encoding="utf-8"?>
<ds:datastoreItem xmlns:ds="http://schemas.openxmlformats.org/officeDocument/2006/customXml" ds:itemID="{6B64425D-64D8-432F-AA62-FCA3A5B45A46}"/>
</file>

<file path=customXml/itemProps3.xml><?xml version="1.0" encoding="utf-8"?>
<ds:datastoreItem xmlns:ds="http://schemas.openxmlformats.org/officeDocument/2006/customXml" ds:itemID="{2DBC8B37-7BDC-4341-8EB0-BDD8528C6C30}"/>
</file>

<file path=customXml/itemProps4.xml><?xml version="1.0" encoding="utf-8"?>
<ds:datastoreItem xmlns:ds="http://schemas.openxmlformats.org/officeDocument/2006/customXml" ds:itemID="{E875EF45-A9A1-4C86-8085-9907944FF5F0}"/>
</file>

<file path=docProps/app.xml><?xml version="1.0" encoding="utf-8"?>
<Properties xmlns="http://schemas.openxmlformats.org/officeDocument/2006/extended-properties" xmlns:vt="http://schemas.openxmlformats.org/officeDocument/2006/docPropsVTypes">
  <Template>Valjaminev_kiri</Template>
  <TotalTime>0</TotalTime>
  <Pages>1</Pages>
  <Words>205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>Pealkiri</vt:lpstr>
    </vt:vector>
  </TitlesOfParts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Üüritingimuste muutmine</dc:title>
  <dc:creator/>
  <cp:lastModifiedBy/>
  <cp:revision>1</cp:revision>
  <dcterms:created xsi:type="dcterms:W3CDTF">2016-06-01T11:02:00Z</dcterms:created>
  <dcterms:modified xsi:type="dcterms:W3CDTF">2016-06-01T11:44:00Z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0x0101001E3AC79EB5C141EC9E9142F93D435C4100990D09AB02164A2884940AB1C42273BB00F6F8756579604B18963DEB3235C6722B00C3D81049C78E47E3B43438FC8EEAC5BD00D6A9FAAFFEE39E499101E6E3F9F9A048</vt:lpwstr>
  </property>
  <property fmtid="{D5CDD505-2E9C-101B-9397-08002B2CF9AE}" pid="3" name="AK kehtestaja">
    <vt:lpwstr/>
  </property>
  <property fmtid="{D5CDD505-2E9C-101B-9397-08002B2CF9AE}" pid="4" name="InternalDocumentChoice">
    <vt:lpwstr>false</vt:lpwstr>
  </property>
</Properties>
</file>